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6C319" w14:textId="77777777" w:rsidR="003D67D5" w:rsidRDefault="003D67D5" w:rsidP="003D67D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2076B6C" w14:textId="77777777" w:rsidR="003D67D5" w:rsidRDefault="003D67D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B10A2B" w14:textId="77777777" w:rsidR="003D67D5" w:rsidRDefault="003D67D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FDFD7E2" w14:textId="77777777" w:rsidR="0085747A" w:rsidRPr="00BC2E7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C2E74">
        <w:rPr>
          <w:rFonts w:ascii="Corbel" w:hAnsi="Corbel"/>
          <w:b/>
          <w:smallCaps/>
          <w:sz w:val="24"/>
          <w:szCs w:val="24"/>
        </w:rPr>
        <w:t>SYLABUS</w:t>
      </w:r>
    </w:p>
    <w:p w14:paraId="6969BEC8" w14:textId="77777777" w:rsidR="0085747A" w:rsidRDefault="0071620A" w:rsidP="00694C8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C2E7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C2E74">
        <w:rPr>
          <w:rFonts w:ascii="Corbel" w:hAnsi="Corbel"/>
          <w:b/>
          <w:smallCaps/>
          <w:sz w:val="24"/>
          <w:szCs w:val="24"/>
        </w:rPr>
        <w:t xml:space="preserve"> </w:t>
      </w:r>
      <w:r w:rsidR="00694C87">
        <w:rPr>
          <w:rFonts w:ascii="Corbel" w:hAnsi="Corbel"/>
          <w:b/>
          <w:smallCaps/>
          <w:sz w:val="24"/>
          <w:szCs w:val="24"/>
        </w:rPr>
        <w:t>202</w:t>
      </w:r>
      <w:r w:rsidR="00D90062">
        <w:rPr>
          <w:rFonts w:ascii="Corbel" w:hAnsi="Corbel"/>
          <w:b/>
          <w:smallCaps/>
          <w:sz w:val="24"/>
          <w:szCs w:val="24"/>
        </w:rPr>
        <w:t>5</w:t>
      </w:r>
      <w:r w:rsidR="00694C87">
        <w:rPr>
          <w:rFonts w:ascii="Corbel" w:hAnsi="Corbel"/>
          <w:b/>
          <w:smallCaps/>
          <w:sz w:val="24"/>
          <w:szCs w:val="24"/>
        </w:rPr>
        <w:t>-20</w:t>
      </w:r>
      <w:r w:rsidR="00D90062">
        <w:rPr>
          <w:rFonts w:ascii="Corbel" w:hAnsi="Corbel"/>
          <w:b/>
          <w:smallCaps/>
          <w:sz w:val="24"/>
          <w:szCs w:val="24"/>
        </w:rPr>
        <w:t>30</w:t>
      </w:r>
    </w:p>
    <w:p w14:paraId="18C8FC04" w14:textId="77777777" w:rsidR="00694C87" w:rsidRPr="00BC2E74" w:rsidRDefault="00694C87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178D481" w14:textId="77777777" w:rsidR="00445970" w:rsidRPr="00BC2E7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ab/>
      </w:r>
      <w:r w:rsidRPr="00BC2E74">
        <w:rPr>
          <w:rFonts w:ascii="Corbel" w:hAnsi="Corbel"/>
          <w:sz w:val="24"/>
          <w:szCs w:val="24"/>
        </w:rPr>
        <w:tab/>
      </w:r>
      <w:r w:rsidRPr="00BC2E74">
        <w:rPr>
          <w:rFonts w:ascii="Corbel" w:hAnsi="Corbel"/>
          <w:sz w:val="24"/>
          <w:szCs w:val="24"/>
        </w:rPr>
        <w:tab/>
      </w:r>
      <w:r w:rsidRPr="00BC2E74">
        <w:rPr>
          <w:rFonts w:ascii="Corbel" w:hAnsi="Corbel"/>
          <w:sz w:val="24"/>
          <w:szCs w:val="24"/>
        </w:rPr>
        <w:tab/>
        <w:t xml:space="preserve">Rok akademicki   </w:t>
      </w:r>
      <w:r w:rsidR="00451C98" w:rsidRPr="00BC2E74">
        <w:rPr>
          <w:rFonts w:ascii="Corbel" w:hAnsi="Corbel"/>
          <w:sz w:val="24"/>
          <w:szCs w:val="24"/>
        </w:rPr>
        <w:t>202</w:t>
      </w:r>
      <w:r w:rsidR="00D90062">
        <w:rPr>
          <w:rFonts w:ascii="Corbel" w:hAnsi="Corbel"/>
          <w:sz w:val="24"/>
          <w:szCs w:val="24"/>
        </w:rPr>
        <w:t>6</w:t>
      </w:r>
      <w:r w:rsidR="00451C98" w:rsidRPr="00BC2E74">
        <w:rPr>
          <w:rFonts w:ascii="Corbel" w:hAnsi="Corbel"/>
          <w:sz w:val="24"/>
          <w:szCs w:val="24"/>
        </w:rPr>
        <w:t>/202</w:t>
      </w:r>
      <w:r w:rsidR="00D90062">
        <w:rPr>
          <w:rFonts w:ascii="Corbel" w:hAnsi="Corbel"/>
          <w:sz w:val="24"/>
          <w:szCs w:val="24"/>
        </w:rPr>
        <w:t>7</w:t>
      </w:r>
      <w:r w:rsidR="00353011">
        <w:rPr>
          <w:rFonts w:ascii="Corbel" w:hAnsi="Corbel"/>
          <w:sz w:val="24"/>
          <w:szCs w:val="24"/>
        </w:rPr>
        <w:t xml:space="preserve"> </w:t>
      </w:r>
      <w:r w:rsidR="00451C98" w:rsidRPr="00BC2E74">
        <w:rPr>
          <w:rFonts w:ascii="Corbel" w:hAnsi="Corbel"/>
          <w:sz w:val="24"/>
          <w:szCs w:val="24"/>
        </w:rPr>
        <w:t>oraz 202</w:t>
      </w:r>
      <w:r w:rsidR="00D90062">
        <w:rPr>
          <w:rFonts w:ascii="Corbel" w:hAnsi="Corbel"/>
          <w:sz w:val="24"/>
          <w:szCs w:val="24"/>
        </w:rPr>
        <w:t>7</w:t>
      </w:r>
      <w:r w:rsidR="00451C98" w:rsidRPr="00BC2E74">
        <w:rPr>
          <w:rFonts w:ascii="Corbel" w:hAnsi="Corbel"/>
          <w:sz w:val="24"/>
          <w:szCs w:val="24"/>
        </w:rPr>
        <w:t>/202</w:t>
      </w:r>
      <w:r w:rsidR="00D90062">
        <w:rPr>
          <w:rFonts w:ascii="Corbel" w:hAnsi="Corbel"/>
          <w:sz w:val="24"/>
          <w:szCs w:val="24"/>
        </w:rPr>
        <w:t>8</w:t>
      </w:r>
    </w:p>
    <w:p w14:paraId="437D5BC3" w14:textId="77777777" w:rsidR="0085747A" w:rsidRPr="00BC2E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362E44" w14:textId="77777777" w:rsidR="0085747A" w:rsidRPr="00BC2E7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C2E74">
        <w:rPr>
          <w:rFonts w:ascii="Corbel" w:hAnsi="Corbel"/>
          <w:szCs w:val="24"/>
        </w:rPr>
        <w:t xml:space="preserve">1. </w:t>
      </w:r>
      <w:r w:rsidR="0085747A" w:rsidRPr="00BC2E74">
        <w:rPr>
          <w:rFonts w:ascii="Corbel" w:hAnsi="Corbel"/>
          <w:szCs w:val="24"/>
        </w:rPr>
        <w:t xml:space="preserve">Podstawowe </w:t>
      </w:r>
      <w:r w:rsidR="00445970" w:rsidRPr="00BC2E7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C2E74" w14:paraId="756025BE" w14:textId="77777777" w:rsidTr="00451C98">
        <w:tc>
          <w:tcPr>
            <w:tcW w:w="2694" w:type="dxa"/>
            <w:vAlign w:val="center"/>
          </w:tcPr>
          <w:p w14:paraId="2899CC28" w14:textId="77777777" w:rsidR="0085747A" w:rsidRPr="00BC2E74" w:rsidRDefault="00451C98" w:rsidP="00451C9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39F220" w14:textId="77777777" w:rsidR="00BE129D" w:rsidRPr="00BC2E74" w:rsidRDefault="008D327E" w:rsidP="00BE129D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 xml:space="preserve">trening twórczy osób ze spektrum autyzmu: </w:t>
            </w:r>
          </w:p>
          <w:p w14:paraId="5D0A7610" w14:textId="77777777" w:rsidR="0085747A" w:rsidRPr="00BC2E74" w:rsidRDefault="00451C98" w:rsidP="00BE129D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muzykoterapia</w:t>
            </w:r>
          </w:p>
        </w:tc>
      </w:tr>
      <w:tr w:rsidR="0085747A" w:rsidRPr="00BC2E74" w14:paraId="6114DD80" w14:textId="77777777" w:rsidTr="00451C98">
        <w:tc>
          <w:tcPr>
            <w:tcW w:w="2694" w:type="dxa"/>
            <w:vAlign w:val="center"/>
          </w:tcPr>
          <w:p w14:paraId="0494D360" w14:textId="77777777" w:rsidR="0085747A" w:rsidRPr="00BC2E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C2E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7DCC56" w14:textId="77777777" w:rsidR="0085747A" w:rsidRPr="00BC2E7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C2E74" w14:paraId="30135CFA" w14:textId="77777777" w:rsidTr="00451C98">
        <w:tc>
          <w:tcPr>
            <w:tcW w:w="2694" w:type="dxa"/>
            <w:vAlign w:val="center"/>
          </w:tcPr>
          <w:p w14:paraId="788264AB" w14:textId="77777777" w:rsidR="0085747A" w:rsidRPr="00BC2E74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N</w:t>
            </w:r>
            <w:r w:rsidR="0085747A" w:rsidRPr="00BC2E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C2E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5CE6E9" w14:textId="77777777" w:rsidR="0085747A" w:rsidRPr="00BC2E74" w:rsidRDefault="003D6026" w:rsidP="00451C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026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BC2E74" w14:paraId="78EE947B" w14:textId="77777777" w:rsidTr="00451C98">
        <w:tc>
          <w:tcPr>
            <w:tcW w:w="2694" w:type="dxa"/>
            <w:vAlign w:val="center"/>
          </w:tcPr>
          <w:p w14:paraId="71E29E9C" w14:textId="77777777"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EBC4EE" w14:textId="77777777" w:rsidR="0085747A" w:rsidRPr="00BC2E74" w:rsidRDefault="00451C98" w:rsidP="00451C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C2E74" w14:paraId="0DCC3C43" w14:textId="77777777" w:rsidTr="00451C98">
        <w:tc>
          <w:tcPr>
            <w:tcW w:w="2694" w:type="dxa"/>
            <w:vAlign w:val="center"/>
          </w:tcPr>
          <w:p w14:paraId="73C33176" w14:textId="77777777"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4D6299" w14:textId="77777777" w:rsidR="0085747A" w:rsidRPr="00BC2E74" w:rsidRDefault="00451C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BC2E74" w14:paraId="3F701E36" w14:textId="77777777" w:rsidTr="00451C98">
        <w:tc>
          <w:tcPr>
            <w:tcW w:w="2694" w:type="dxa"/>
            <w:vAlign w:val="center"/>
          </w:tcPr>
          <w:p w14:paraId="6F307E0D" w14:textId="77777777" w:rsidR="0085747A" w:rsidRPr="00BC2E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609CE7" w14:textId="77777777" w:rsidR="0085747A" w:rsidRPr="00BC2E74" w:rsidRDefault="00FE3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51C98" w:rsidRPr="00BC2E7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BC2E74" w14:paraId="4C244F62" w14:textId="77777777" w:rsidTr="00451C98">
        <w:tc>
          <w:tcPr>
            <w:tcW w:w="2694" w:type="dxa"/>
            <w:vAlign w:val="center"/>
          </w:tcPr>
          <w:p w14:paraId="4B43E4B8" w14:textId="77777777"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AA3E4A" w14:textId="77777777" w:rsidR="0085747A" w:rsidRPr="00BC2E7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BC2E74" w14:paraId="129E9AC4" w14:textId="77777777" w:rsidTr="00451C98">
        <w:tc>
          <w:tcPr>
            <w:tcW w:w="2694" w:type="dxa"/>
            <w:vAlign w:val="center"/>
          </w:tcPr>
          <w:p w14:paraId="28064CC7" w14:textId="77777777"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BC3088" w14:textId="1DB7559B" w:rsidR="0085747A" w:rsidRPr="00BC2E7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9006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C2E74" w14:paraId="6C67DF38" w14:textId="77777777" w:rsidTr="00451C98">
        <w:tc>
          <w:tcPr>
            <w:tcW w:w="2694" w:type="dxa"/>
            <w:vAlign w:val="center"/>
          </w:tcPr>
          <w:p w14:paraId="69A3FE02" w14:textId="77777777"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C2E74">
              <w:rPr>
                <w:rFonts w:ascii="Corbel" w:hAnsi="Corbel"/>
                <w:sz w:val="24"/>
                <w:szCs w:val="24"/>
              </w:rPr>
              <w:t>/y</w:t>
            </w:r>
            <w:r w:rsidRPr="00BC2E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548464" w14:textId="77777777" w:rsidR="0085747A" w:rsidRPr="00BC2E74" w:rsidRDefault="00BE5B8C" w:rsidP="00BE5B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 w:rsidR="00FE3A93" w:rsidRPr="00BC2E7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>4 semestr,</w:t>
            </w:r>
            <w:r w:rsidR="00FE3A93" w:rsidRPr="00BC2E7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FE3A93" w:rsidRPr="00BC2E7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5 </w:t>
            </w:r>
            <w:r w:rsidR="00FE3A93" w:rsidRPr="00BC2E74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451C98" w:rsidRPr="00BC2E74" w14:paraId="7B1A7961" w14:textId="77777777" w:rsidTr="00451C98">
        <w:tc>
          <w:tcPr>
            <w:tcW w:w="2694" w:type="dxa"/>
            <w:vAlign w:val="center"/>
          </w:tcPr>
          <w:p w14:paraId="67EB60F3" w14:textId="77777777" w:rsidR="00451C98" w:rsidRPr="00BC2E74" w:rsidRDefault="00451C98" w:rsidP="00451C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BF342FD" w14:textId="77777777" w:rsidR="00BE129D" w:rsidRPr="00BC2E74" w:rsidRDefault="00451C98" w:rsidP="00BE129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</w:t>
            </w:r>
            <w:proofErr w:type="spellStart"/>
            <w:r w:rsidRPr="00BC2E74"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E129D" w:rsidRPr="00BC2E74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BE129D" w:rsidRPr="00BC2E74">
              <w:rPr>
                <w:rFonts w:ascii="Corbel" w:hAnsi="Corbel"/>
                <w:b w:val="0"/>
                <w:sz w:val="24"/>
                <w:szCs w:val="24"/>
              </w:rPr>
              <w:t xml:space="preserve">; przedmiot </w:t>
            </w:r>
          </w:p>
          <w:p w14:paraId="4E5DAF4A" w14:textId="77777777" w:rsidR="00451C98" w:rsidRPr="00BC2E74" w:rsidRDefault="00BE129D" w:rsidP="00BE129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451C98" w:rsidRPr="00BC2E74" w14:paraId="6AF21A3B" w14:textId="77777777" w:rsidTr="00451C98">
        <w:tc>
          <w:tcPr>
            <w:tcW w:w="2694" w:type="dxa"/>
            <w:vAlign w:val="center"/>
          </w:tcPr>
          <w:p w14:paraId="41AF73BA" w14:textId="77777777" w:rsidR="00451C98" w:rsidRPr="00BC2E74" w:rsidRDefault="00451C98" w:rsidP="00451C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F77938" w14:textId="77777777" w:rsidR="00451C98" w:rsidRPr="00BC2E74" w:rsidRDefault="00451C98" w:rsidP="00451C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51C98" w:rsidRPr="00BC2E74" w14:paraId="41D0184B" w14:textId="77777777" w:rsidTr="00451C98">
        <w:tc>
          <w:tcPr>
            <w:tcW w:w="2694" w:type="dxa"/>
            <w:vAlign w:val="center"/>
          </w:tcPr>
          <w:p w14:paraId="64E52ED0" w14:textId="77777777" w:rsidR="00451C98" w:rsidRPr="00BC2E74" w:rsidRDefault="00451C98" w:rsidP="00451C9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1C930" w14:textId="4CA48211" w:rsidR="00451C98" w:rsidRPr="00BC2E74" w:rsidRDefault="00AD111C" w:rsidP="00451C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51C98" w:rsidRPr="00BC2E74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451C98" w:rsidRPr="00BC2E74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="00451C98" w:rsidRPr="00BC2E74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="00451C98" w:rsidRPr="00BC2E74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5747A" w:rsidRPr="00BC2E74" w14:paraId="4B5F8AAF" w14:textId="77777777" w:rsidTr="00451C98">
        <w:tc>
          <w:tcPr>
            <w:tcW w:w="2694" w:type="dxa"/>
            <w:vAlign w:val="center"/>
          </w:tcPr>
          <w:p w14:paraId="6740D7A0" w14:textId="77777777" w:rsidR="0085747A" w:rsidRPr="00BC2E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9D01EC" w14:textId="590A1E52" w:rsidR="0085747A" w:rsidRPr="00BC2E74" w:rsidRDefault="00AD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51C98" w:rsidRPr="00BC2E74">
              <w:rPr>
                <w:rFonts w:ascii="Corbel" w:hAnsi="Corbel"/>
                <w:b w:val="0"/>
                <w:sz w:val="24"/>
                <w:szCs w:val="24"/>
              </w:rPr>
              <w:t>r Wojciech Motyka</w:t>
            </w:r>
          </w:p>
        </w:tc>
      </w:tr>
    </w:tbl>
    <w:p w14:paraId="2B582E26" w14:textId="77777777" w:rsidR="0085747A" w:rsidRPr="00BC2E74" w:rsidRDefault="0085747A" w:rsidP="00451C98">
      <w:pPr>
        <w:pStyle w:val="Podpunkty"/>
        <w:ind w:left="0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 xml:space="preserve">* </w:t>
      </w:r>
      <w:r w:rsidRPr="00BC2E74">
        <w:rPr>
          <w:rFonts w:ascii="Corbel" w:hAnsi="Corbel"/>
          <w:i/>
          <w:sz w:val="24"/>
          <w:szCs w:val="24"/>
        </w:rPr>
        <w:t>-</w:t>
      </w:r>
      <w:r w:rsidR="00B90885" w:rsidRPr="00BC2E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C2E74">
        <w:rPr>
          <w:rFonts w:ascii="Corbel" w:hAnsi="Corbel"/>
          <w:b w:val="0"/>
          <w:sz w:val="24"/>
          <w:szCs w:val="24"/>
        </w:rPr>
        <w:t>e,</w:t>
      </w:r>
      <w:r w:rsidRPr="00BC2E74">
        <w:rPr>
          <w:rFonts w:ascii="Corbel" w:hAnsi="Corbel"/>
          <w:i/>
          <w:sz w:val="24"/>
          <w:szCs w:val="24"/>
        </w:rPr>
        <w:t xml:space="preserve"> </w:t>
      </w:r>
      <w:r w:rsidRPr="00BC2E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C2E74">
        <w:rPr>
          <w:rFonts w:ascii="Corbel" w:hAnsi="Corbel"/>
          <w:b w:val="0"/>
          <w:i/>
          <w:sz w:val="24"/>
          <w:szCs w:val="24"/>
        </w:rPr>
        <w:t>w Jednostce</w:t>
      </w:r>
    </w:p>
    <w:p w14:paraId="70EF21B9" w14:textId="77777777" w:rsidR="00923D7D" w:rsidRPr="00BC2E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ED9FB5" w14:textId="77777777" w:rsidR="0085747A" w:rsidRPr="00BC2E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>1.</w:t>
      </w:r>
      <w:r w:rsidR="00E22FBC" w:rsidRPr="00BC2E74">
        <w:rPr>
          <w:rFonts w:ascii="Corbel" w:hAnsi="Corbel"/>
          <w:sz w:val="24"/>
          <w:szCs w:val="24"/>
        </w:rPr>
        <w:t>1</w:t>
      </w:r>
      <w:r w:rsidRPr="00BC2E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14B300" w14:textId="77777777" w:rsidR="00923D7D" w:rsidRPr="00BC2E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2"/>
        <w:gridCol w:w="915"/>
        <w:gridCol w:w="791"/>
        <w:gridCol w:w="863"/>
        <w:gridCol w:w="803"/>
        <w:gridCol w:w="820"/>
        <w:gridCol w:w="765"/>
        <w:gridCol w:w="948"/>
        <w:gridCol w:w="1179"/>
        <w:gridCol w:w="1512"/>
      </w:tblGrid>
      <w:tr w:rsidR="00015B8F" w:rsidRPr="00BC2E74" w14:paraId="182C84B6" w14:textId="77777777" w:rsidTr="00BE5B8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F572" w14:textId="77777777"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Semestr</w:t>
            </w:r>
          </w:p>
          <w:p w14:paraId="0E8BE637" w14:textId="77777777" w:rsidR="00015B8F" w:rsidRPr="00BC2E74" w:rsidRDefault="002B5EA0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(</w:t>
            </w:r>
            <w:r w:rsidR="00363F78" w:rsidRPr="00BC2E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909E" w14:textId="77777777"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74">
              <w:rPr>
                <w:rFonts w:ascii="Corbel" w:hAnsi="Corbel"/>
                <w:szCs w:val="24"/>
              </w:rPr>
              <w:t>Wykł</w:t>
            </w:r>
            <w:proofErr w:type="spellEnd"/>
            <w:r w:rsidRPr="00BC2E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BF8F" w14:textId="77777777"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CB9B3" w14:textId="77777777"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74">
              <w:rPr>
                <w:rFonts w:ascii="Corbel" w:hAnsi="Corbel"/>
                <w:szCs w:val="24"/>
              </w:rPr>
              <w:t>Konw</w:t>
            </w:r>
            <w:proofErr w:type="spellEnd"/>
            <w:r w:rsidRPr="00BC2E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DF52" w14:textId="77777777"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17B9" w14:textId="77777777"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74">
              <w:rPr>
                <w:rFonts w:ascii="Corbel" w:hAnsi="Corbel"/>
                <w:szCs w:val="24"/>
              </w:rPr>
              <w:t>Sem</w:t>
            </w:r>
            <w:proofErr w:type="spellEnd"/>
            <w:r w:rsidRPr="00BC2E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B9E5" w14:textId="77777777"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A6E0A" w14:textId="77777777"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C2E74">
              <w:rPr>
                <w:rFonts w:ascii="Corbel" w:hAnsi="Corbel"/>
                <w:szCs w:val="24"/>
              </w:rPr>
              <w:t>Prakt</w:t>
            </w:r>
            <w:proofErr w:type="spellEnd"/>
            <w:r w:rsidRPr="00BC2E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77EF" w14:textId="77777777" w:rsidR="00015B8F" w:rsidRPr="00BC2E74" w:rsidRDefault="00BE5B8C" w:rsidP="00BE5B8C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E0DF" w14:textId="77777777" w:rsidR="00015B8F" w:rsidRPr="00BC2E74" w:rsidRDefault="00015B8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2E74">
              <w:rPr>
                <w:rFonts w:ascii="Corbel" w:hAnsi="Corbel"/>
                <w:b/>
                <w:szCs w:val="24"/>
              </w:rPr>
              <w:t>Liczba pkt</w:t>
            </w:r>
            <w:r w:rsidR="00B90885" w:rsidRPr="00BC2E74">
              <w:rPr>
                <w:rFonts w:ascii="Corbel" w:hAnsi="Corbel"/>
                <w:b/>
                <w:szCs w:val="24"/>
              </w:rPr>
              <w:t>.</w:t>
            </w:r>
            <w:r w:rsidRPr="00BC2E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E5B8C" w:rsidRPr="00BC2E74" w14:paraId="6024AFC0" w14:textId="77777777" w:rsidTr="00BE5B8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E858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7AF2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5CDF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B160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8BF7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3F45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3147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4A42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9B2C" w14:textId="2DAFDF10" w:rsidR="00BE5B8C" w:rsidRPr="00BC2E74" w:rsidRDefault="00D4421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AE9E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2E74">
              <w:rPr>
                <w:rFonts w:ascii="Corbel" w:hAnsi="Corbel"/>
                <w:b/>
                <w:szCs w:val="24"/>
              </w:rPr>
              <w:t>2</w:t>
            </w:r>
          </w:p>
        </w:tc>
      </w:tr>
      <w:tr w:rsidR="00BE5B8C" w:rsidRPr="00BC2E74" w14:paraId="0F404B99" w14:textId="77777777" w:rsidTr="00BE5B8C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361B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C2E74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B673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315E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C9F3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5135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479A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C7C5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AED4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C1D3" w14:textId="4AA58EBE" w:rsidR="00BE5B8C" w:rsidRPr="00BC2E74" w:rsidRDefault="00D4421F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8814" w14:textId="77777777" w:rsidR="00BE5B8C" w:rsidRPr="00BC2E74" w:rsidRDefault="00BE5B8C" w:rsidP="00BE5B8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2E74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30A0E860" w14:textId="77777777" w:rsidR="00923D7D" w:rsidRPr="00BC2E7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F82C5" w14:textId="77777777" w:rsidR="00BE5B8C" w:rsidRPr="00BC2E74" w:rsidRDefault="00BE5B8C" w:rsidP="00BE5B8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>1.2.</w:t>
      </w:r>
      <w:r w:rsidRPr="00BC2E7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0487585" w14:textId="77777777" w:rsidR="00BE5B8C" w:rsidRPr="00BC2E74" w:rsidRDefault="00BE5B8C" w:rsidP="00BE5B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eastAsia="MS Gothic" w:hAnsi="Corbel"/>
          <w:b w:val="0"/>
          <w:szCs w:val="24"/>
        </w:rPr>
        <w:sym w:font="Wingdings" w:char="F078"/>
      </w:r>
      <w:r w:rsidRPr="00BC2E74">
        <w:rPr>
          <w:rFonts w:ascii="Corbel" w:eastAsia="MS Gothic" w:hAnsi="Corbel"/>
          <w:b w:val="0"/>
          <w:szCs w:val="24"/>
        </w:rPr>
        <w:t xml:space="preserve"> </w:t>
      </w:r>
      <w:r w:rsidRPr="00BC2E7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6D11A66" w14:textId="77777777" w:rsidR="00BE5B8C" w:rsidRPr="00BC2E74" w:rsidRDefault="00BE5B8C" w:rsidP="00BE5B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2E74">
        <w:rPr>
          <w:rFonts w:ascii="MS Gothic" w:eastAsia="MS Gothic" w:hAnsi="MS Gothic" w:cs="MS Gothic" w:hint="eastAsia"/>
          <w:b w:val="0"/>
          <w:szCs w:val="24"/>
        </w:rPr>
        <w:t>☐</w:t>
      </w:r>
      <w:r w:rsidRPr="00BC2E7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EEA5E7" w14:textId="77777777" w:rsidR="00BE5B8C" w:rsidRPr="00BC2E74" w:rsidRDefault="00BE5B8C" w:rsidP="00BE5B8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5F6983" w14:textId="77777777" w:rsidR="00BE5B8C" w:rsidRPr="00BC2E74" w:rsidRDefault="00BE5B8C" w:rsidP="00BE5B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1.3 </w:t>
      </w:r>
      <w:r w:rsidRPr="00BC2E7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5B5F6ADB" w14:textId="77777777" w:rsidR="00BE5B8C" w:rsidRPr="00BC2E74" w:rsidRDefault="00BE5B8C" w:rsidP="00BE5B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C2E74">
        <w:rPr>
          <w:rFonts w:ascii="Corbel" w:hAnsi="Corbel"/>
          <w:smallCaps w:val="0"/>
          <w:szCs w:val="24"/>
        </w:rPr>
        <w:tab/>
      </w:r>
      <w:r w:rsidRPr="00BC2E74">
        <w:rPr>
          <w:rFonts w:ascii="Corbel" w:hAnsi="Corbel"/>
          <w:b w:val="0"/>
          <w:smallCaps w:val="0"/>
          <w:szCs w:val="24"/>
        </w:rPr>
        <w:t>zaliczenie z oceną</w:t>
      </w:r>
      <w:r w:rsidRPr="00BC2E74">
        <w:rPr>
          <w:rFonts w:ascii="Corbel" w:hAnsi="Corbel"/>
          <w:b w:val="0"/>
          <w:szCs w:val="24"/>
        </w:rPr>
        <w:t xml:space="preserve"> </w:t>
      </w:r>
    </w:p>
    <w:p w14:paraId="76932A19" w14:textId="77777777" w:rsidR="009C54AE" w:rsidRPr="00BC2E7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C2F96C" w14:textId="77777777" w:rsidR="00E960BB" w:rsidRPr="00BC2E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2E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2E74" w14:paraId="447EC569" w14:textId="77777777" w:rsidTr="00745302">
        <w:tc>
          <w:tcPr>
            <w:tcW w:w="9670" w:type="dxa"/>
          </w:tcPr>
          <w:p w14:paraId="00E74CED" w14:textId="77777777" w:rsidR="0085747A" w:rsidRPr="00BC2E74" w:rsidRDefault="00090B70" w:rsidP="00090B7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Student zna określenie osoby z zaburzeniami ze spektrum autyzmu</w:t>
            </w:r>
            <w:r w:rsidR="00D42282" w:rsidRPr="00BC2E74">
              <w:rPr>
                <w:rFonts w:ascii="Corbel" w:hAnsi="Corbel"/>
                <w:b w:val="0"/>
                <w:smallCaps w:val="0"/>
                <w:szCs w:val="24"/>
              </w:rPr>
              <w:t>, oraz specyfikę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jej</w:t>
            </w:r>
            <w:r w:rsidR="00D42282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funkcjonowania. Posiada wiedzę z zakresu pedagogiki ogólnej, podstawowych oddziaływań wychowawczych oraz podstawowych zasad muzyki.</w:t>
            </w:r>
          </w:p>
        </w:tc>
      </w:tr>
    </w:tbl>
    <w:p w14:paraId="4E683884" w14:textId="77777777" w:rsidR="0085747A" w:rsidRPr="00BC2E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2E74">
        <w:rPr>
          <w:rFonts w:ascii="Corbel" w:hAnsi="Corbel"/>
          <w:szCs w:val="24"/>
        </w:rPr>
        <w:t>3.</w:t>
      </w:r>
      <w:r w:rsidR="0085747A" w:rsidRPr="00BC2E74">
        <w:rPr>
          <w:rFonts w:ascii="Corbel" w:hAnsi="Corbel"/>
          <w:szCs w:val="24"/>
        </w:rPr>
        <w:t xml:space="preserve"> </w:t>
      </w:r>
      <w:r w:rsidR="00A84C85" w:rsidRPr="00BC2E74">
        <w:rPr>
          <w:rFonts w:ascii="Corbel" w:hAnsi="Corbel"/>
          <w:szCs w:val="24"/>
        </w:rPr>
        <w:t>cele, efekty uczenia się</w:t>
      </w:r>
      <w:r w:rsidR="0085747A" w:rsidRPr="00BC2E74">
        <w:rPr>
          <w:rFonts w:ascii="Corbel" w:hAnsi="Corbel"/>
          <w:szCs w:val="24"/>
        </w:rPr>
        <w:t xml:space="preserve"> , treści Programowe i stosowane metody Dydaktyczne</w:t>
      </w:r>
    </w:p>
    <w:p w14:paraId="0F4D106C" w14:textId="77777777" w:rsidR="0085747A" w:rsidRPr="00BC2E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7BCB5D" w14:textId="77777777" w:rsidR="00F83B28" w:rsidRPr="00BC2E74" w:rsidRDefault="0071620A" w:rsidP="0083771E">
      <w:pPr>
        <w:pStyle w:val="Podpunkty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 xml:space="preserve">3.1 </w:t>
      </w:r>
      <w:r w:rsidR="00C05F44" w:rsidRPr="00BC2E7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C2E74" w14:paraId="0F4AFBDE" w14:textId="77777777" w:rsidTr="00923D7D">
        <w:tc>
          <w:tcPr>
            <w:tcW w:w="851" w:type="dxa"/>
            <w:vAlign w:val="center"/>
          </w:tcPr>
          <w:p w14:paraId="1A35773E" w14:textId="77777777" w:rsidR="0085747A" w:rsidRPr="00BC2E74" w:rsidRDefault="008E5A9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02C51CE" w14:textId="77777777" w:rsidR="0085747A" w:rsidRPr="00BC2E74" w:rsidRDefault="008E5A94" w:rsidP="00D422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Zapoznanie studentów z terminologią muzykoterapii.</w:t>
            </w:r>
          </w:p>
        </w:tc>
      </w:tr>
      <w:tr w:rsidR="008E5A94" w:rsidRPr="00BC2E74" w14:paraId="51544ED6" w14:textId="77777777" w:rsidTr="00923D7D">
        <w:tc>
          <w:tcPr>
            <w:tcW w:w="851" w:type="dxa"/>
            <w:vAlign w:val="center"/>
          </w:tcPr>
          <w:p w14:paraId="4AAD37AF" w14:textId="77777777" w:rsidR="008E5A94" w:rsidRPr="00BC2E74" w:rsidRDefault="008E5A94" w:rsidP="00812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723E0BB7" w14:textId="77777777" w:rsidR="008E5A94" w:rsidRPr="00BC2E74" w:rsidRDefault="008E5A94" w:rsidP="00812C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Doskonalenie warsztatu muzycznego.</w:t>
            </w:r>
          </w:p>
        </w:tc>
      </w:tr>
      <w:tr w:rsidR="008E5A94" w:rsidRPr="00BC2E74" w14:paraId="3CF943BC" w14:textId="77777777" w:rsidTr="00923D7D">
        <w:tc>
          <w:tcPr>
            <w:tcW w:w="851" w:type="dxa"/>
            <w:vAlign w:val="center"/>
          </w:tcPr>
          <w:p w14:paraId="2A613C30" w14:textId="77777777" w:rsidR="008E5A94" w:rsidRPr="00BC2E74" w:rsidRDefault="008E5A94" w:rsidP="008479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F4ECC1C" w14:textId="77777777" w:rsidR="008E5A94" w:rsidRPr="00BC2E74" w:rsidRDefault="008E5A94" w:rsidP="008479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Wzbogacanie wiedzy dotyczącej terapeutycznych walorów muzyki oraz poznanie zasad odpowiedniego doboru materiału muzycznego do celów terapii.</w:t>
            </w:r>
          </w:p>
        </w:tc>
      </w:tr>
      <w:tr w:rsidR="008E5A94" w:rsidRPr="00BC2E74" w14:paraId="7F58B092" w14:textId="77777777" w:rsidTr="00923D7D">
        <w:tc>
          <w:tcPr>
            <w:tcW w:w="851" w:type="dxa"/>
            <w:vAlign w:val="center"/>
          </w:tcPr>
          <w:p w14:paraId="41A85CFC" w14:textId="77777777" w:rsidR="008E5A94" w:rsidRPr="00BC2E74" w:rsidRDefault="008E5A94" w:rsidP="007A14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419A4" w14:textId="77777777" w:rsidR="008E5A94" w:rsidRPr="00BC2E74" w:rsidRDefault="008E5A94" w:rsidP="007A1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Zapoznanie z formami, metodami i technikami muzykoterapii.</w:t>
            </w:r>
          </w:p>
        </w:tc>
      </w:tr>
      <w:tr w:rsidR="008E5A94" w:rsidRPr="00BC2E74" w14:paraId="58E6A65B" w14:textId="77777777" w:rsidTr="00923D7D">
        <w:tc>
          <w:tcPr>
            <w:tcW w:w="851" w:type="dxa"/>
            <w:vAlign w:val="center"/>
          </w:tcPr>
          <w:p w14:paraId="087AC4F5" w14:textId="77777777" w:rsidR="008E5A94" w:rsidRPr="00BC2E74" w:rsidRDefault="008E5A94" w:rsidP="00766E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8E29E7A" w14:textId="77777777" w:rsidR="008E5A94" w:rsidRPr="00BC2E74" w:rsidRDefault="008E5A94" w:rsidP="00766E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Wzbogacanie poczucia odpowiedzialności za podejmowane decyzje w działaniach pedagogicznych i terapeutycznych.</w:t>
            </w:r>
          </w:p>
        </w:tc>
      </w:tr>
      <w:tr w:rsidR="008E5A94" w:rsidRPr="00BC2E74" w14:paraId="03FB2E1F" w14:textId="77777777" w:rsidTr="00923D7D">
        <w:tc>
          <w:tcPr>
            <w:tcW w:w="851" w:type="dxa"/>
            <w:vAlign w:val="center"/>
          </w:tcPr>
          <w:p w14:paraId="2388CA73" w14:textId="77777777" w:rsidR="008E5A94" w:rsidRPr="00BC2E74" w:rsidRDefault="008E5A94" w:rsidP="00766E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1CB6C00" w14:textId="77777777" w:rsidR="008E5A94" w:rsidRPr="00BC2E74" w:rsidRDefault="008E5A94" w:rsidP="00766E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Tworzenie konspektów muzykoterapeutycznych.</w:t>
            </w:r>
          </w:p>
        </w:tc>
      </w:tr>
    </w:tbl>
    <w:p w14:paraId="562500E0" w14:textId="77777777" w:rsidR="0085747A" w:rsidRPr="00BC2E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9F7241" w14:textId="77777777" w:rsidR="001D7B54" w:rsidRPr="00BC2E74" w:rsidRDefault="009F4610" w:rsidP="0083771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b/>
          <w:sz w:val="24"/>
          <w:szCs w:val="24"/>
        </w:rPr>
        <w:t xml:space="preserve">3.2 </w:t>
      </w:r>
      <w:r w:rsidR="001D7B54" w:rsidRPr="00BC2E74">
        <w:rPr>
          <w:rFonts w:ascii="Corbel" w:hAnsi="Corbel"/>
          <w:b/>
          <w:sz w:val="24"/>
          <w:szCs w:val="24"/>
        </w:rPr>
        <w:t xml:space="preserve">Efekty </w:t>
      </w:r>
      <w:r w:rsidR="00C05F44" w:rsidRPr="00BC2E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C2E74">
        <w:rPr>
          <w:rFonts w:ascii="Corbel" w:hAnsi="Corbel"/>
          <w:b/>
          <w:sz w:val="24"/>
          <w:szCs w:val="24"/>
        </w:rPr>
        <w:t>dla przedmiotu</w:t>
      </w:r>
      <w:r w:rsidR="00445970" w:rsidRPr="00BC2E7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237"/>
        <w:gridCol w:w="1695"/>
      </w:tblGrid>
      <w:tr w:rsidR="0085747A" w:rsidRPr="00BC2E74" w14:paraId="039D2C22" w14:textId="77777777" w:rsidTr="009141FB">
        <w:tc>
          <w:tcPr>
            <w:tcW w:w="1588" w:type="dxa"/>
            <w:vAlign w:val="center"/>
          </w:tcPr>
          <w:p w14:paraId="53EF227F" w14:textId="77777777" w:rsidR="0085747A" w:rsidRPr="00BC2E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C2E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C2E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80B37C8" w14:textId="77777777" w:rsidR="0085747A" w:rsidRPr="00BC2E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95" w:type="dxa"/>
            <w:vAlign w:val="center"/>
          </w:tcPr>
          <w:p w14:paraId="0167BEBD" w14:textId="77777777" w:rsidR="009141FB" w:rsidRPr="00BC2E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</w:p>
          <w:p w14:paraId="040D0C4A" w14:textId="77777777" w:rsidR="0085747A" w:rsidRPr="00BC2E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BC2E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C2E74" w14:paraId="37E12CC6" w14:textId="77777777" w:rsidTr="009141FB">
        <w:tc>
          <w:tcPr>
            <w:tcW w:w="1588" w:type="dxa"/>
          </w:tcPr>
          <w:p w14:paraId="3FB2CAA2" w14:textId="77777777" w:rsidR="0085747A" w:rsidRPr="00BC2E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237" w:type="dxa"/>
          </w:tcPr>
          <w:p w14:paraId="49147ED8" w14:textId="77777777" w:rsidR="008A54B5" w:rsidRPr="00BC2E74" w:rsidRDefault="00345C09" w:rsidP="008A54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A7DB6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zna i rozumie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5A7DB6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253129D" w14:textId="77777777" w:rsidR="0010459E" w:rsidRPr="00BC2E74" w:rsidRDefault="005A7DB6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indywidualne podejście do problemów podopiecznych ze specjalnymi potrzebami edukacyjnymi, a także</w:t>
            </w:r>
            <w:r w:rsidR="00345C09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ma wie</w:t>
            </w:r>
            <w:r w:rsidR="0010459E" w:rsidRPr="00BC2E74">
              <w:rPr>
                <w:rFonts w:ascii="Corbel" w:hAnsi="Corbel"/>
                <w:b w:val="0"/>
                <w:smallCaps w:val="0"/>
                <w:szCs w:val="24"/>
              </w:rPr>
              <w:t>dzę o</w:t>
            </w:r>
            <w:r w:rsidR="00345C09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podstawowych pojęciach muzykoterapii oraz o miejscu i znaczeniu muzykoterapii w terapii pedagogicz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nej,</w:t>
            </w:r>
          </w:p>
          <w:p w14:paraId="37FDEB53" w14:textId="77777777" w:rsidR="008A54B5" w:rsidRPr="00BC2E74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formy i narzędzia charakterystyczne i właściwe dla poznanych metod muzykoterapii,</w:t>
            </w:r>
          </w:p>
          <w:p w14:paraId="2339A446" w14:textId="77777777" w:rsidR="008A54B5" w:rsidRPr="00BC2E74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podstawowe zagadnienia dotyczące muzykoterapii grupowej i indywidualnej,</w:t>
            </w:r>
          </w:p>
          <w:p w14:paraId="755FD217" w14:textId="77777777" w:rsidR="0085747A" w:rsidRPr="00BC2E74" w:rsidRDefault="00123F3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zadania terapeuty i zakres czynności w toku zajęć muzykoterapeutycznych.</w:t>
            </w:r>
          </w:p>
        </w:tc>
        <w:tc>
          <w:tcPr>
            <w:tcW w:w="1695" w:type="dxa"/>
            <w:vAlign w:val="center"/>
          </w:tcPr>
          <w:p w14:paraId="780BB330" w14:textId="77777777" w:rsidR="0085747A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  <w:p w14:paraId="73E63BEF" w14:textId="77777777"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  <w:p w14:paraId="629637A2" w14:textId="77777777"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85747A" w:rsidRPr="00BC2E74" w14:paraId="52FF9818" w14:textId="77777777" w:rsidTr="009141FB">
        <w:tc>
          <w:tcPr>
            <w:tcW w:w="1588" w:type="dxa"/>
          </w:tcPr>
          <w:p w14:paraId="547F897C" w14:textId="77777777" w:rsidR="0085747A" w:rsidRPr="00BC2E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3BCA46EB" w14:textId="77777777" w:rsidR="008A54B5" w:rsidRPr="00BC2E74" w:rsidRDefault="00345C09" w:rsidP="008A54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Student potrafi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A0F7C49" w14:textId="77777777" w:rsidR="00123F35" w:rsidRPr="00BC2E74" w:rsidRDefault="00345C09" w:rsidP="008A54B5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różne sytuacje wychowawcze, dydaktyczne i opiekuń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cze,</w:t>
            </w:r>
          </w:p>
          <w:p w14:paraId="1F1FF156" w14:textId="77777777" w:rsidR="00123F35" w:rsidRPr="00BC2E74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obserwować</w:t>
            </w:r>
            <w:r w:rsidR="00123F35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kontakt terapeuta-dziecko, interakcje w grupie wychowanków oraz analizuje wnioski do dalszej pracy pe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dagogicznej,</w:t>
            </w:r>
          </w:p>
          <w:p w14:paraId="277A2A8A" w14:textId="77777777" w:rsidR="00123F35" w:rsidRPr="00BC2E74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uwzględnić</w:t>
            </w:r>
            <w:r w:rsidR="00123F35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zainteresowania i predyspozyc</w:t>
            </w:r>
            <w:r w:rsidR="00912113" w:rsidRPr="00BC2E74">
              <w:rPr>
                <w:rFonts w:ascii="Corbel" w:hAnsi="Corbel"/>
                <w:b w:val="0"/>
                <w:smallCaps w:val="0"/>
                <w:szCs w:val="24"/>
              </w:rPr>
              <w:t>je u dziecka z zaburzeniami ze spektrum autyzmu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4BEAFC0" w14:textId="77777777" w:rsidR="0085747A" w:rsidRPr="00BC2E74" w:rsidRDefault="00123F3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dobierać i wykorzystać informacje zawarte w dostępnej literaturze fachowej i Internecie (podanej przez prowadzącego)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72691464" w14:textId="77777777" w:rsidR="0010459E" w:rsidRPr="00BC2E74" w:rsidRDefault="0010459E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prowadzić zajęcia muzykoterapeutyczne z wykorzystaniem prezentacji multimedialnej, środków audiowizualnych, nagrań, płyt CD i DVD dostępnych w publikacjach i Internecie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44030A5" w14:textId="77777777" w:rsidR="0010459E" w:rsidRPr="00BC2E74" w:rsidRDefault="008A54B5" w:rsidP="00090B70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wziąć </w:t>
            </w:r>
            <w:r w:rsidR="0010459E" w:rsidRPr="00BC2E74">
              <w:rPr>
                <w:rFonts w:ascii="Corbel" w:hAnsi="Corbel"/>
                <w:b w:val="0"/>
                <w:smallCaps w:val="0"/>
                <w:szCs w:val="24"/>
              </w:rPr>
              <w:t>pod uwagę możliwości, potrzeby i ograniczenia dz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iecka z</w:t>
            </w:r>
            <w:r w:rsidR="00090B70" w:rsidRPr="00BC2E74">
              <w:rPr>
                <w:rFonts w:ascii="Corbel" w:hAnsi="Corbel"/>
                <w:b w:val="0"/>
                <w:smallCaps w:val="0"/>
                <w:szCs w:val="24"/>
              </w:rPr>
              <w:t>e spektrum autyzmu</w:t>
            </w:r>
            <w:r w:rsidR="0010459E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i na tej podstawie 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modyfikować</w:t>
            </w:r>
            <w:r w:rsidR="0010459E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cele muzykoterapeutyczne własnej pracy.</w:t>
            </w:r>
          </w:p>
        </w:tc>
        <w:tc>
          <w:tcPr>
            <w:tcW w:w="1695" w:type="dxa"/>
            <w:vAlign w:val="center"/>
          </w:tcPr>
          <w:p w14:paraId="6D970E91" w14:textId="77777777" w:rsidR="0085747A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PS.U2</w:t>
            </w:r>
          </w:p>
          <w:p w14:paraId="5716CEB4" w14:textId="77777777"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14:paraId="2104BD50" w14:textId="77777777"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4DDF6B72" w14:textId="77777777"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14:paraId="0F29D5E6" w14:textId="77777777"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85747A" w:rsidRPr="00BC2E74" w14:paraId="4FA0ECFE" w14:textId="77777777" w:rsidTr="009141FB">
        <w:tc>
          <w:tcPr>
            <w:tcW w:w="1588" w:type="dxa"/>
          </w:tcPr>
          <w:p w14:paraId="327AABC2" w14:textId="77777777" w:rsidR="0085747A" w:rsidRPr="00BC2E74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271BFF8E" w14:textId="77777777" w:rsidR="008A54B5" w:rsidRPr="00BC2E74" w:rsidRDefault="0010459E" w:rsidP="008A54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Student jest gotów do</w:t>
            </w:r>
            <w:r w:rsidR="008A54B5" w:rsidRPr="00BC2E7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827A866" w14:textId="77777777" w:rsidR="0010459E" w:rsidRPr="00BC2E74" w:rsidRDefault="008A54B5" w:rsidP="008A54B5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posługiwania się zasadami i normami etycznymi podczas prowadzenia zajęć muzykoterapeutycz</w:t>
            </w:r>
            <w:r w:rsidR="00D12590" w:rsidRPr="00BC2E74">
              <w:rPr>
                <w:rFonts w:ascii="Corbel" w:hAnsi="Corbel"/>
                <w:b w:val="0"/>
                <w:smallCaps w:val="0"/>
                <w:szCs w:val="24"/>
              </w:rPr>
              <w:t>nych,</w:t>
            </w:r>
          </w:p>
          <w:p w14:paraId="24744BA4" w14:textId="77777777" w:rsidR="0085747A" w:rsidRPr="00BC2E74" w:rsidRDefault="00D12590" w:rsidP="00D12590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nawiązywania kontaktów ze specjalistami w celu dobra swoich podopiecznych, a także w celu doskonalenia swojego warsztatu pracy.</w:t>
            </w:r>
          </w:p>
        </w:tc>
        <w:tc>
          <w:tcPr>
            <w:tcW w:w="1695" w:type="dxa"/>
            <w:vAlign w:val="center"/>
          </w:tcPr>
          <w:p w14:paraId="1C868C5A" w14:textId="77777777" w:rsidR="0085747A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14:paraId="70C30DE4" w14:textId="77777777"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  <w:p w14:paraId="05F8E2B0" w14:textId="77777777"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14:paraId="381D1AFB" w14:textId="77777777" w:rsidR="00345C09" w:rsidRPr="00BC2E74" w:rsidRDefault="00345C09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</w:tbl>
    <w:p w14:paraId="6BB0B5FF" w14:textId="77777777" w:rsidR="0085747A" w:rsidRPr="00BC2E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2DCC9" w14:textId="77777777" w:rsidR="0085747A" w:rsidRPr="00BC2E7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C2E74">
        <w:rPr>
          <w:rFonts w:ascii="Corbel" w:hAnsi="Corbel"/>
          <w:b/>
          <w:sz w:val="24"/>
          <w:szCs w:val="24"/>
        </w:rPr>
        <w:t>3.3</w:t>
      </w:r>
      <w:r w:rsidR="001D7B54" w:rsidRPr="00BC2E74">
        <w:rPr>
          <w:rFonts w:ascii="Corbel" w:hAnsi="Corbel"/>
          <w:b/>
          <w:sz w:val="24"/>
          <w:szCs w:val="24"/>
        </w:rPr>
        <w:t xml:space="preserve"> </w:t>
      </w:r>
      <w:r w:rsidR="0085747A" w:rsidRPr="00BC2E74">
        <w:rPr>
          <w:rFonts w:ascii="Corbel" w:hAnsi="Corbel"/>
          <w:b/>
          <w:sz w:val="24"/>
          <w:szCs w:val="24"/>
        </w:rPr>
        <w:t>T</w:t>
      </w:r>
      <w:r w:rsidR="001D7B54" w:rsidRPr="00BC2E7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C2E74">
        <w:rPr>
          <w:rFonts w:ascii="Corbel" w:hAnsi="Corbel"/>
          <w:sz w:val="24"/>
          <w:szCs w:val="24"/>
        </w:rPr>
        <w:t xml:space="preserve">  </w:t>
      </w:r>
    </w:p>
    <w:p w14:paraId="211D139E" w14:textId="77777777" w:rsidR="00675843" w:rsidRPr="00BC2E74" w:rsidRDefault="0085747A" w:rsidP="0083771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 xml:space="preserve">Problematyka wykładu </w:t>
      </w:r>
      <w:r w:rsidR="0083771E" w:rsidRPr="00BC2E74">
        <w:rPr>
          <w:rFonts w:ascii="Corbel" w:hAnsi="Corbel"/>
          <w:sz w:val="24"/>
          <w:szCs w:val="24"/>
        </w:rPr>
        <w:t xml:space="preserve">- </w:t>
      </w:r>
      <w:r w:rsidR="00483787" w:rsidRPr="00BC2E74">
        <w:rPr>
          <w:rFonts w:ascii="Corbel" w:hAnsi="Corbel"/>
          <w:sz w:val="24"/>
          <w:szCs w:val="24"/>
        </w:rPr>
        <w:t>nie dotyczy</w:t>
      </w:r>
    </w:p>
    <w:p w14:paraId="73864CF7" w14:textId="77777777" w:rsidR="0085747A" w:rsidRPr="00BC2E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43A542" w14:textId="77777777" w:rsidR="0085747A" w:rsidRPr="00BC2E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C2E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C2E74">
        <w:rPr>
          <w:rFonts w:ascii="Corbel" w:hAnsi="Corbel"/>
          <w:sz w:val="24"/>
          <w:szCs w:val="24"/>
        </w:rPr>
        <w:t xml:space="preserve">, </w:t>
      </w:r>
      <w:r w:rsidRPr="00BC2E74">
        <w:rPr>
          <w:rFonts w:ascii="Corbel" w:hAnsi="Corbel"/>
          <w:sz w:val="24"/>
          <w:szCs w:val="24"/>
        </w:rPr>
        <w:t xml:space="preserve">zajęć praktycznych </w:t>
      </w:r>
    </w:p>
    <w:p w14:paraId="78277C76" w14:textId="77777777" w:rsidR="0085747A" w:rsidRPr="00BC2E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2E74" w14:paraId="03263C87" w14:textId="77777777" w:rsidTr="00923D7D">
        <w:tc>
          <w:tcPr>
            <w:tcW w:w="9639" w:type="dxa"/>
          </w:tcPr>
          <w:p w14:paraId="1DDEB082" w14:textId="77777777" w:rsidR="0085747A" w:rsidRPr="00BC2E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6D60" w:rsidRPr="00BC2E74" w14:paraId="51322CB0" w14:textId="77777777" w:rsidTr="00923D7D">
        <w:tc>
          <w:tcPr>
            <w:tcW w:w="9639" w:type="dxa"/>
          </w:tcPr>
          <w:p w14:paraId="6CECBD97" w14:textId="77777777" w:rsidR="00B96D60" w:rsidRPr="00BC2E74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C2E74">
              <w:rPr>
                <w:rFonts w:ascii="Corbel" w:hAnsi="Corbel"/>
                <w:sz w:val="24"/>
                <w:szCs w:val="24"/>
              </w:rPr>
              <w:t>Thymiczne</w:t>
            </w:r>
            <w:proofErr w:type="spellEnd"/>
            <w:r w:rsidRPr="00BC2E74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BC2E74">
              <w:rPr>
                <w:rFonts w:ascii="Corbel" w:hAnsi="Corbel"/>
                <w:sz w:val="24"/>
                <w:szCs w:val="24"/>
              </w:rPr>
              <w:t>phroniczne</w:t>
            </w:r>
            <w:proofErr w:type="spellEnd"/>
            <w:r w:rsidRPr="00BC2E74">
              <w:rPr>
                <w:rFonts w:ascii="Corbel" w:hAnsi="Corbel"/>
                <w:sz w:val="24"/>
                <w:szCs w:val="24"/>
              </w:rPr>
              <w:t xml:space="preserve"> walory muzyki – oddziaływania muzyczne.</w:t>
            </w:r>
          </w:p>
        </w:tc>
      </w:tr>
      <w:tr w:rsidR="00B96D60" w:rsidRPr="00BC2E74" w14:paraId="6ACF18CE" w14:textId="77777777" w:rsidTr="00923D7D">
        <w:tc>
          <w:tcPr>
            <w:tcW w:w="9639" w:type="dxa"/>
          </w:tcPr>
          <w:p w14:paraId="0CE93CD3" w14:textId="77777777" w:rsidR="00B96D60" w:rsidRPr="00BC2E74" w:rsidRDefault="00B96D60" w:rsidP="00D422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Muzykoterapia receptywna i aktywna.</w:t>
            </w:r>
          </w:p>
        </w:tc>
      </w:tr>
      <w:tr w:rsidR="00B96D60" w:rsidRPr="00BC2E74" w14:paraId="25C933A0" w14:textId="77777777" w:rsidTr="00923D7D">
        <w:tc>
          <w:tcPr>
            <w:tcW w:w="9639" w:type="dxa"/>
          </w:tcPr>
          <w:p w14:paraId="25F792D8" w14:textId="77777777" w:rsidR="00B96D60" w:rsidRPr="00BC2E74" w:rsidRDefault="00B96D60" w:rsidP="00090B7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Metody i techniki muzykoterapii w pracy z dzieckiem</w:t>
            </w:r>
            <w:r w:rsidR="00912113" w:rsidRPr="00BC2E74">
              <w:rPr>
                <w:rFonts w:ascii="Corbel" w:hAnsi="Corbel"/>
                <w:sz w:val="24"/>
                <w:szCs w:val="24"/>
              </w:rPr>
              <w:t xml:space="preserve"> ze spektrum autyzmu</w:t>
            </w:r>
            <w:r w:rsidRPr="00BC2E7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6D60" w:rsidRPr="00BC2E74" w14:paraId="2CD5DD55" w14:textId="77777777" w:rsidTr="00923D7D">
        <w:tc>
          <w:tcPr>
            <w:tcW w:w="9639" w:type="dxa"/>
          </w:tcPr>
          <w:p w14:paraId="32CE3BB8" w14:textId="77777777" w:rsidR="00B96D60" w:rsidRPr="00BC2E74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Sposoby wykorzystania prostych instrumen</w:t>
            </w:r>
            <w:r w:rsidR="00D42282" w:rsidRPr="00BC2E74">
              <w:rPr>
                <w:rFonts w:ascii="Corbel" w:hAnsi="Corbel"/>
                <w:sz w:val="24"/>
                <w:szCs w:val="24"/>
              </w:rPr>
              <w:t>tów</w:t>
            </w:r>
            <w:r w:rsidRPr="00BC2E74">
              <w:rPr>
                <w:rFonts w:ascii="Corbel" w:hAnsi="Corbel"/>
                <w:sz w:val="24"/>
                <w:szCs w:val="24"/>
              </w:rPr>
              <w:t xml:space="preserve"> perkusyjnych o określonej i nieokreślonej wysokości dźwięku w pracy z dzieckiem w muzykoterapii aktywnej.</w:t>
            </w:r>
          </w:p>
        </w:tc>
      </w:tr>
      <w:tr w:rsidR="00B96D60" w:rsidRPr="00BC2E74" w14:paraId="398C55DF" w14:textId="77777777" w:rsidTr="00923D7D">
        <w:tc>
          <w:tcPr>
            <w:tcW w:w="9639" w:type="dxa"/>
          </w:tcPr>
          <w:p w14:paraId="2398D767" w14:textId="77777777" w:rsidR="00B96D60" w:rsidRPr="00BC2E74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Piosenka w terapii dziecka.</w:t>
            </w:r>
          </w:p>
        </w:tc>
      </w:tr>
      <w:tr w:rsidR="00B96D60" w:rsidRPr="00BC2E74" w14:paraId="0D8293B1" w14:textId="77777777" w:rsidTr="00923D7D">
        <w:tc>
          <w:tcPr>
            <w:tcW w:w="9639" w:type="dxa"/>
          </w:tcPr>
          <w:p w14:paraId="57C7227A" w14:textId="77777777" w:rsidR="00B96D60" w:rsidRPr="00BC2E74" w:rsidRDefault="00B96D60" w:rsidP="008E5A94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Organizacja i przebieg przykładow</w:t>
            </w:r>
            <w:r w:rsidR="008E5A94" w:rsidRPr="00BC2E74">
              <w:rPr>
                <w:rFonts w:ascii="Corbel" w:hAnsi="Corbel"/>
                <w:sz w:val="24"/>
                <w:szCs w:val="24"/>
              </w:rPr>
              <w:t>ych zajęć muzykoterapii, zadania terapeuty i jego czynności w toku zajęć muzykoterapeutycznych.</w:t>
            </w:r>
          </w:p>
        </w:tc>
      </w:tr>
      <w:tr w:rsidR="00B96D60" w:rsidRPr="00BC2E74" w14:paraId="78E72FBB" w14:textId="77777777" w:rsidTr="00923D7D">
        <w:tc>
          <w:tcPr>
            <w:tcW w:w="9639" w:type="dxa"/>
          </w:tcPr>
          <w:p w14:paraId="656899F5" w14:textId="77777777" w:rsidR="00B96D60" w:rsidRPr="00BC2E74" w:rsidRDefault="008E5A94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 xml:space="preserve">Mobilna Rekreacja Muzyczna wg Macieja </w:t>
            </w:r>
            <w:proofErr w:type="spellStart"/>
            <w:r w:rsidRPr="00BC2E74">
              <w:rPr>
                <w:rFonts w:ascii="Corbel" w:hAnsi="Corbel"/>
                <w:sz w:val="24"/>
                <w:szCs w:val="24"/>
              </w:rPr>
              <w:t>Kieryła</w:t>
            </w:r>
            <w:proofErr w:type="spellEnd"/>
          </w:p>
        </w:tc>
      </w:tr>
      <w:tr w:rsidR="008E5A94" w:rsidRPr="00BC2E74" w14:paraId="3AB85530" w14:textId="77777777" w:rsidTr="00923D7D">
        <w:tc>
          <w:tcPr>
            <w:tcW w:w="9639" w:type="dxa"/>
          </w:tcPr>
          <w:p w14:paraId="581F1012" w14:textId="77777777" w:rsidR="008E5A94" w:rsidRPr="00BC2E74" w:rsidRDefault="008E5A94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Scenariusze zajęć muzykoterapeutycznych.</w:t>
            </w:r>
          </w:p>
        </w:tc>
      </w:tr>
    </w:tbl>
    <w:p w14:paraId="4CA8D353" w14:textId="77777777" w:rsidR="0085747A" w:rsidRPr="00BC2E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BFFC89" w14:textId="77777777" w:rsidR="0085747A" w:rsidRPr="00BC2E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>3.4 Metody dydaktyczne</w:t>
      </w:r>
      <w:r w:rsidRPr="00BC2E74">
        <w:rPr>
          <w:rFonts w:ascii="Corbel" w:hAnsi="Corbel"/>
          <w:b w:val="0"/>
          <w:smallCaps w:val="0"/>
          <w:szCs w:val="24"/>
        </w:rPr>
        <w:t xml:space="preserve"> </w:t>
      </w:r>
    </w:p>
    <w:p w14:paraId="7747BE07" w14:textId="77777777" w:rsidR="00E960BB" w:rsidRPr="00BC2E74" w:rsidRDefault="009141FB" w:rsidP="00C444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hAnsi="Corbel"/>
          <w:b w:val="0"/>
          <w:smallCaps w:val="0"/>
          <w:szCs w:val="24"/>
        </w:rPr>
        <w:t>Warsztaty: praca w grupie,</w:t>
      </w:r>
      <w:r w:rsidR="00C44462" w:rsidRPr="00BC2E74">
        <w:rPr>
          <w:rFonts w:ascii="Corbel" w:hAnsi="Corbel"/>
          <w:b w:val="0"/>
          <w:smallCaps w:val="0"/>
          <w:szCs w:val="24"/>
        </w:rPr>
        <w:t xml:space="preserve"> projekt praktyczny, dyskusja, </w:t>
      </w:r>
      <w:r w:rsidRPr="00BC2E74">
        <w:rPr>
          <w:rFonts w:ascii="Corbel" w:hAnsi="Corbel"/>
          <w:b w:val="0"/>
          <w:smallCaps w:val="0"/>
          <w:szCs w:val="24"/>
        </w:rPr>
        <w:t>zajęcia praktyczne</w:t>
      </w:r>
    </w:p>
    <w:p w14:paraId="1651FD78" w14:textId="77777777" w:rsidR="00E960BB" w:rsidRPr="00BC2E7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759FDC" w14:textId="77777777" w:rsidR="0085747A" w:rsidRPr="00BC2E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4. </w:t>
      </w:r>
      <w:r w:rsidR="0085747A" w:rsidRPr="00BC2E74">
        <w:rPr>
          <w:rFonts w:ascii="Corbel" w:hAnsi="Corbel"/>
          <w:smallCaps w:val="0"/>
          <w:szCs w:val="24"/>
        </w:rPr>
        <w:t>METODY I KRYTERIA OCENY</w:t>
      </w:r>
      <w:r w:rsidR="009F4610" w:rsidRPr="00BC2E74">
        <w:rPr>
          <w:rFonts w:ascii="Corbel" w:hAnsi="Corbel"/>
          <w:smallCaps w:val="0"/>
          <w:szCs w:val="24"/>
        </w:rPr>
        <w:t xml:space="preserve"> </w:t>
      </w:r>
    </w:p>
    <w:p w14:paraId="5582AEC3" w14:textId="77777777" w:rsidR="00923D7D" w:rsidRPr="00BC2E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7741A4" w14:textId="77777777" w:rsidR="0085747A" w:rsidRPr="00BC2E74" w:rsidRDefault="0085747A" w:rsidP="008377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C2E7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7"/>
        <w:gridCol w:w="5448"/>
        <w:gridCol w:w="2105"/>
      </w:tblGrid>
      <w:tr w:rsidR="0085747A" w:rsidRPr="00BC2E74" w14:paraId="044DF2B9" w14:textId="77777777" w:rsidTr="009141FB">
        <w:tc>
          <w:tcPr>
            <w:tcW w:w="1967" w:type="dxa"/>
            <w:vAlign w:val="center"/>
          </w:tcPr>
          <w:p w14:paraId="271DD90B" w14:textId="77777777" w:rsidR="0085747A" w:rsidRPr="00BC2E7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8" w:type="dxa"/>
            <w:vAlign w:val="center"/>
          </w:tcPr>
          <w:p w14:paraId="3F1C31C5" w14:textId="77777777" w:rsidR="0085747A" w:rsidRPr="00BC2E7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AE23F0" w14:textId="77777777" w:rsidR="0085747A" w:rsidRPr="00BC2E7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5" w:type="dxa"/>
            <w:vAlign w:val="center"/>
          </w:tcPr>
          <w:p w14:paraId="2EA59211" w14:textId="77777777" w:rsidR="009141FB" w:rsidRPr="00BC2E74" w:rsidRDefault="0085747A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Forma zajęć</w:t>
            </w:r>
          </w:p>
          <w:p w14:paraId="20E174E3" w14:textId="77777777" w:rsidR="0085747A" w:rsidRPr="00BC2E74" w:rsidRDefault="0085747A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</w:p>
        </w:tc>
      </w:tr>
      <w:tr w:rsidR="00345C09" w:rsidRPr="00BC2E74" w14:paraId="650295A0" w14:textId="77777777" w:rsidTr="009141FB">
        <w:tc>
          <w:tcPr>
            <w:tcW w:w="1967" w:type="dxa"/>
          </w:tcPr>
          <w:p w14:paraId="3D6556E8" w14:textId="77777777" w:rsidR="00345C09" w:rsidRPr="00BC2E74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C2E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8" w:type="dxa"/>
          </w:tcPr>
          <w:p w14:paraId="73C3E8DB" w14:textId="77777777" w:rsidR="00345C09" w:rsidRPr="00BC2E74" w:rsidRDefault="00345C09" w:rsidP="00983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05" w:type="dxa"/>
          </w:tcPr>
          <w:p w14:paraId="3DC90CF3" w14:textId="77777777" w:rsidR="00345C09" w:rsidRPr="00BC2E74" w:rsidRDefault="009141FB" w:rsidP="00983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141FB" w:rsidRPr="00BC2E74" w14:paraId="68AF5187" w14:textId="77777777" w:rsidTr="009141FB">
        <w:tc>
          <w:tcPr>
            <w:tcW w:w="1967" w:type="dxa"/>
          </w:tcPr>
          <w:p w14:paraId="2F3302AD" w14:textId="77777777" w:rsidR="009141FB" w:rsidRPr="00BC2E74" w:rsidRDefault="009141FB" w:rsidP="0091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8" w:type="dxa"/>
          </w:tcPr>
          <w:p w14:paraId="52FA81BC" w14:textId="77777777" w:rsidR="009141FB" w:rsidRPr="00BC2E74" w:rsidRDefault="009141FB" w:rsidP="0091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2105" w:type="dxa"/>
          </w:tcPr>
          <w:p w14:paraId="6F4FEFCC" w14:textId="77777777" w:rsidR="009141FB" w:rsidRPr="00BC2E74" w:rsidRDefault="009141FB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141FB" w:rsidRPr="00BC2E74" w14:paraId="28B76BE0" w14:textId="77777777" w:rsidTr="009141FB">
        <w:tc>
          <w:tcPr>
            <w:tcW w:w="1967" w:type="dxa"/>
          </w:tcPr>
          <w:p w14:paraId="28D7A1F4" w14:textId="77777777" w:rsidR="009141FB" w:rsidRPr="00BC2E74" w:rsidRDefault="009141FB" w:rsidP="009141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8" w:type="dxa"/>
          </w:tcPr>
          <w:p w14:paraId="736CD56B" w14:textId="77777777" w:rsidR="009141FB" w:rsidRPr="00BC2E74" w:rsidRDefault="009141FB" w:rsidP="009141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2105" w:type="dxa"/>
          </w:tcPr>
          <w:p w14:paraId="31446A86" w14:textId="77777777" w:rsidR="009141FB" w:rsidRPr="00BC2E74" w:rsidRDefault="009141FB" w:rsidP="009141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C2E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FB23802" w14:textId="77777777" w:rsidR="00923D7D" w:rsidRPr="00BC2E7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1B7115" w14:textId="77777777" w:rsidR="00923D7D" w:rsidRPr="00BC2E74" w:rsidRDefault="003E1941" w:rsidP="0083771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4.2 </w:t>
      </w:r>
      <w:r w:rsidR="0085747A" w:rsidRPr="00BC2E7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C2E7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C2E74" w14:paraId="5C888567" w14:textId="77777777" w:rsidTr="00923D7D">
        <w:tc>
          <w:tcPr>
            <w:tcW w:w="9670" w:type="dxa"/>
          </w:tcPr>
          <w:p w14:paraId="1ECDE9A1" w14:textId="77777777" w:rsidR="0085747A" w:rsidRPr="00BC2E74" w:rsidRDefault="00B96D60" w:rsidP="008E5A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Warunkiem podstawowym zaliczenia</w:t>
            </w:r>
            <w:r w:rsidR="008E5A94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jest ob</w:t>
            </w:r>
            <w:r w:rsidRPr="00BC2E74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cność na zajęciach i aktywny w nich </w:t>
            </w:r>
            <w:r w:rsidR="008E5A94" w:rsidRPr="00BC2E74">
              <w:rPr>
                <w:rFonts w:ascii="Corbel" w:hAnsi="Corbel"/>
                <w:b w:val="0"/>
                <w:smallCaps w:val="0"/>
                <w:szCs w:val="24"/>
              </w:rPr>
              <w:t>udział. Wysokość oceny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zależy natomiast od stopnia jakości merytorycznej przygotowanej 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pracy projektowej</w:t>
            </w:r>
            <w:r w:rsidR="008E5A94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(scenariusz zajęć muzykoterapeutycznych dla określonej grupy podopiecznych).</w:t>
            </w:r>
            <w:r w:rsidR="0083771E"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formule.</w:t>
            </w:r>
          </w:p>
        </w:tc>
      </w:tr>
    </w:tbl>
    <w:p w14:paraId="7C7297EE" w14:textId="77777777" w:rsidR="0085747A" w:rsidRPr="00BC2E74" w:rsidRDefault="0085747A" w:rsidP="0048378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C2E7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C2E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BC2E74" w14:paraId="2318F87A" w14:textId="77777777" w:rsidTr="00D2547E">
        <w:tc>
          <w:tcPr>
            <w:tcW w:w="5132" w:type="dxa"/>
            <w:vAlign w:val="center"/>
          </w:tcPr>
          <w:p w14:paraId="533B8BA8" w14:textId="77777777" w:rsidR="0085747A" w:rsidRPr="00BC2E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2E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C2E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C2E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2E699229" w14:textId="77777777" w:rsidR="0085747A" w:rsidRPr="00BC2E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2E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C2E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C2E7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C2E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5C09" w:rsidRPr="00BC2E74" w14:paraId="4BC14B45" w14:textId="77777777" w:rsidTr="00D2547E">
        <w:tc>
          <w:tcPr>
            <w:tcW w:w="5132" w:type="dxa"/>
          </w:tcPr>
          <w:p w14:paraId="10012209" w14:textId="77777777" w:rsidR="00345C09" w:rsidRPr="00BC2E74" w:rsidRDefault="00345C09" w:rsidP="00CE4F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16837236" w14:textId="34E21A8F" w:rsidR="00345C09" w:rsidRPr="00BC2E74" w:rsidRDefault="00D4421F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45C09" w:rsidRPr="00BC2E74" w14:paraId="4E665484" w14:textId="77777777" w:rsidTr="00D2547E">
        <w:tc>
          <w:tcPr>
            <w:tcW w:w="5132" w:type="dxa"/>
          </w:tcPr>
          <w:p w14:paraId="5171851C" w14:textId="77777777"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0C645C" w14:textId="77777777"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ud</w:t>
            </w:r>
            <w:r w:rsidR="00D2547E" w:rsidRPr="00BC2E74">
              <w:rPr>
                <w:rFonts w:ascii="Corbel" w:hAnsi="Corbel"/>
                <w:sz w:val="24"/>
                <w:szCs w:val="24"/>
              </w:rPr>
              <w:t xml:space="preserve">ział w konsultacjach, </w:t>
            </w:r>
          </w:p>
        </w:tc>
        <w:tc>
          <w:tcPr>
            <w:tcW w:w="4388" w:type="dxa"/>
          </w:tcPr>
          <w:p w14:paraId="7572C116" w14:textId="77777777" w:rsidR="00345C09" w:rsidRPr="00BC2E74" w:rsidRDefault="00D2547E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C09" w:rsidRPr="00BC2E74" w14:paraId="51C8C57C" w14:textId="77777777" w:rsidTr="00D2547E">
        <w:tc>
          <w:tcPr>
            <w:tcW w:w="5132" w:type="dxa"/>
          </w:tcPr>
          <w:p w14:paraId="46C5189B" w14:textId="77777777" w:rsidR="00B96E38" w:rsidRPr="008D4E8A" w:rsidRDefault="00B96E38" w:rsidP="00B96E3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4E8A">
              <w:rPr>
                <w:rFonts w:ascii="Corbel" w:hAnsi="Corbel"/>
              </w:rPr>
              <w:t xml:space="preserve">Godziny </w:t>
            </w:r>
            <w:proofErr w:type="spellStart"/>
            <w:r w:rsidRPr="008D4E8A">
              <w:rPr>
                <w:rFonts w:ascii="Corbel" w:hAnsi="Corbel"/>
              </w:rPr>
              <w:t>niekontaktowe</w:t>
            </w:r>
            <w:proofErr w:type="spellEnd"/>
            <w:r w:rsidRPr="008D4E8A">
              <w:rPr>
                <w:rFonts w:ascii="Corbel" w:hAnsi="Corbel"/>
              </w:rPr>
              <w:t xml:space="preserve"> – praca własna studenta</w:t>
            </w:r>
            <w:r w:rsidR="00B62D7B">
              <w:rPr>
                <w:rFonts w:ascii="Corbel" w:hAnsi="Corbel"/>
              </w:rPr>
              <w:t>:</w:t>
            </w:r>
          </w:p>
          <w:p w14:paraId="124DC52F" w14:textId="77777777" w:rsidR="00B62D7B" w:rsidRDefault="00B96E38" w:rsidP="00B96E3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D4E8A">
              <w:rPr>
                <w:rFonts w:ascii="Corbel" w:hAnsi="Corbel"/>
              </w:rPr>
              <w:t xml:space="preserve">przygotowanie do zajęć, </w:t>
            </w:r>
          </w:p>
          <w:p w14:paraId="4C924B81" w14:textId="77777777" w:rsidR="00345C09" w:rsidRPr="00BC2E74" w:rsidRDefault="00B62D7B" w:rsidP="00B96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</w:t>
            </w:r>
            <w:r w:rsidR="00B96E38" w:rsidRPr="008D4E8A">
              <w:rPr>
                <w:rFonts w:ascii="Corbel" w:hAnsi="Corbel"/>
              </w:rPr>
              <w:t>tudiowanie literatury</w:t>
            </w:r>
            <w:r w:rsidR="00B96E38">
              <w:rPr>
                <w:rFonts w:ascii="Corbel" w:hAnsi="Corbel"/>
              </w:rPr>
              <w:br/>
            </w:r>
            <w:r w:rsidR="00B96E38" w:rsidRPr="008D4E8A">
              <w:rPr>
                <w:rFonts w:ascii="Corbel" w:hAnsi="Corbel"/>
              </w:rPr>
              <w:t>przygotowanie pracy projektowej</w:t>
            </w:r>
          </w:p>
        </w:tc>
        <w:tc>
          <w:tcPr>
            <w:tcW w:w="4388" w:type="dxa"/>
          </w:tcPr>
          <w:p w14:paraId="23676CE1" w14:textId="6DD3FC19" w:rsidR="00345C09" w:rsidRPr="00BC2E74" w:rsidRDefault="00B96E38" w:rsidP="00B96E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B62D7B">
              <w:rPr>
                <w:rFonts w:ascii="Corbel" w:hAnsi="Corbel"/>
                <w:sz w:val="24"/>
                <w:szCs w:val="24"/>
              </w:rPr>
              <w:t>2</w:t>
            </w:r>
            <w:r w:rsidR="00D4421F">
              <w:rPr>
                <w:rFonts w:ascii="Corbel" w:hAnsi="Corbel"/>
                <w:sz w:val="24"/>
                <w:szCs w:val="24"/>
              </w:rPr>
              <w:t>0</w:t>
            </w:r>
            <w:r w:rsidR="00B62D7B">
              <w:rPr>
                <w:rFonts w:ascii="Corbel" w:hAnsi="Corbel"/>
                <w:sz w:val="24"/>
                <w:szCs w:val="24"/>
              </w:rPr>
              <w:br/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D4421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C09" w:rsidRPr="00BC2E74" w14:paraId="4C7F0997" w14:textId="77777777" w:rsidTr="00D2547E">
        <w:tc>
          <w:tcPr>
            <w:tcW w:w="5132" w:type="dxa"/>
          </w:tcPr>
          <w:p w14:paraId="1E4D0668" w14:textId="77777777"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0BFB8DE4" w14:textId="77777777" w:rsidR="00345C09" w:rsidRPr="00BC2E74" w:rsidRDefault="009141FB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10</w:t>
            </w:r>
            <w:r w:rsidR="00D2547E" w:rsidRPr="00BC2E7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45C09" w:rsidRPr="00BC2E74" w14:paraId="209A4B05" w14:textId="77777777" w:rsidTr="00D2547E">
        <w:tc>
          <w:tcPr>
            <w:tcW w:w="5132" w:type="dxa"/>
          </w:tcPr>
          <w:p w14:paraId="409FD4AD" w14:textId="77777777" w:rsidR="00345C09" w:rsidRPr="00BC2E74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C2E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EAEBD20" w14:textId="77777777" w:rsidR="00345C09" w:rsidRPr="00BC2E74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2E74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A3CC2DA" w14:textId="77777777" w:rsidR="0085747A" w:rsidRPr="00BC2E74" w:rsidRDefault="00923D7D" w:rsidP="00D2547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C2E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C2E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0BFC56" w14:textId="77777777" w:rsidR="003E1941" w:rsidRPr="00BC2E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DC5299" w14:textId="77777777" w:rsidR="0085747A" w:rsidRPr="00BC2E74" w:rsidRDefault="0071620A" w:rsidP="004837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6. </w:t>
      </w:r>
      <w:r w:rsidR="0085747A" w:rsidRPr="00BC2E74">
        <w:rPr>
          <w:rFonts w:ascii="Corbel" w:hAnsi="Corbel"/>
          <w:smallCaps w:val="0"/>
          <w:szCs w:val="24"/>
        </w:rPr>
        <w:t>PRAKTYKI ZAWO</w:t>
      </w:r>
      <w:r w:rsidR="009D3F3B" w:rsidRPr="00BC2E74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BC2E74" w14:paraId="34BDDAC3" w14:textId="77777777" w:rsidTr="00D2547E">
        <w:trPr>
          <w:trHeight w:val="397"/>
        </w:trPr>
        <w:tc>
          <w:tcPr>
            <w:tcW w:w="4082" w:type="dxa"/>
          </w:tcPr>
          <w:p w14:paraId="55598BE0" w14:textId="77777777" w:rsidR="0085747A" w:rsidRPr="00BC2E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757F779" w14:textId="77777777" w:rsidR="0085747A" w:rsidRPr="00BC2E74" w:rsidRDefault="00D2547E" w:rsidP="00D25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C2E74" w14:paraId="7DEB8EFC" w14:textId="77777777" w:rsidTr="00D2547E">
        <w:trPr>
          <w:trHeight w:val="397"/>
        </w:trPr>
        <w:tc>
          <w:tcPr>
            <w:tcW w:w="4082" w:type="dxa"/>
          </w:tcPr>
          <w:p w14:paraId="727E43B4" w14:textId="77777777" w:rsidR="0085747A" w:rsidRPr="00BC2E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0F83A90" w14:textId="77777777" w:rsidR="0085747A" w:rsidRPr="00BC2E74" w:rsidRDefault="00D2547E" w:rsidP="00D25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0D9504F" w14:textId="77777777" w:rsidR="003E1941" w:rsidRPr="00BC2E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EABCCB" w14:textId="77777777" w:rsidR="00B96D60" w:rsidRPr="00BC2E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2E74">
        <w:rPr>
          <w:rFonts w:ascii="Corbel" w:hAnsi="Corbel"/>
          <w:smallCaps w:val="0"/>
          <w:szCs w:val="24"/>
        </w:rPr>
        <w:t xml:space="preserve">7. </w:t>
      </w:r>
      <w:r w:rsidR="0085747A" w:rsidRPr="00BC2E74">
        <w:rPr>
          <w:rFonts w:ascii="Corbel" w:hAnsi="Corbel"/>
          <w:smallCaps w:val="0"/>
          <w:szCs w:val="24"/>
        </w:rPr>
        <w:t>LITERATURA</w:t>
      </w:r>
      <w:r w:rsidRPr="00BC2E74">
        <w:rPr>
          <w:rFonts w:ascii="Corbel" w:hAnsi="Corbel"/>
          <w:smallCaps w:val="0"/>
          <w:szCs w:val="24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B96D60" w:rsidRPr="00BC2E74" w14:paraId="00754284" w14:textId="77777777" w:rsidTr="00D2547E">
        <w:trPr>
          <w:trHeight w:val="397"/>
        </w:trPr>
        <w:tc>
          <w:tcPr>
            <w:tcW w:w="9526" w:type="dxa"/>
          </w:tcPr>
          <w:p w14:paraId="37598646" w14:textId="77777777" w:rsidR="00B96D60" w:rsidRPr="00BC2E74" w:rsidRDefault="00B96D60" w:rsidP="0048378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C2E7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080ECB2" w14:textId="77777777"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Galińska E., </w:t>
            </w:r>
            <w:r w:rsidRPr="00BC2E74">
              <w:rPr>
                <w:rFonts w:ascii="Corbel" w:hAnsi="Corbel"/>
                <w:b w:val="0"/>
                <w:i/>
                <w:smallCaps w:val="0"/>
                <w:szCs w:val="24"/>
              </w:rPr>
              <w:t>Muzykoterapia w terapii. Psychologiczne i fizjologiczne mechanizmy jej działania,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Warszawa 2006.</w:t>
            </w:r>
          </w:p>
          <w:p w14:paraId="6D052428" w14:textId="77777777"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Kierył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terapii i profilaktyki muzycznej,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2004. </w:t>
            </w:r>
          </w:p>
          <w:p w14:paraId="7948F4E9" w14:textId="77777777"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– Nowak L.,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muzykoterapii,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2013.</w:t>
            </w:r>
          </w:p>
          <w:p w14:paraId="7EE8870D" w14:textId="77777777"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E.J.,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Arteterapia w teorii i praktyce, 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3991FA08" w14:textId="77777777"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Lewandowska K.,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dziecięca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2001.</w:t>
            </w:r>
          </w:p>
          <w:p w14:paraId="3031C592" w14:textId="77777777" w:rsidR="007C2B95" w:rsidRPr="00BC2E74" w:rsidRDefault="007C2B95" w:rsidP="00483787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medycynie i edukacji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Leszno 2002.</w:t>
            </w:r>
          </w:p>
        </w:tc>
      </w:tr>
      <w:tr w:rsidR="00B96D60" w:rsidRPr="00BC2E74" w14:paraId="05F5CE7A" w14:textId="77777777" w:rsidTr="00D2547E">
        <w:trPr>
          <w:trHeight w:val="397"/>
        </w:trPr>
        <w:tc>
          <w:tcPr>
            <w:tcW w:w="9526" w:type="dxa"/>
          </w:tcPr>
          <w:p w14:paraId="2D857894" w14:textId="77777777" w:rsidR="00B96D60" w:rsidRPr="00BC2E74" w:rsidRDefault="00B96D60" w:rsidP="0048378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C2E7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46F8933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Gąsienica – Szostak A.,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rehabilitacji i profilaktyce,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2003.</w:t>
            </w:r>
          </w:p>
          <w:p w14:paraId="75EF6126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Karolak W, Kaczorowska B. (red),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Arteterapia w medycynie i edukacji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2008.</w:t>
            </w:r>
          </w:p>
          <w:p w14:paraId="7B6EDB86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szCs w:val="24"/>
              </w:rPr>
              <w:t>Lecourt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BC2E74">
              <w:rPr>
                <w:rFonts w:ascii="Corbel" w:hAnsi="Corbel"/>
                <w:b w:val="0"/>
                <w:i/>
                <w:smallCaps w:val="0"/>
                <w:szCs w:val="24"/>
              </w:rPr>
              <w:t>Muzykoterapia czyli jak wykorzystać siłę dźwięków</w:t>
            </w:r>
            <w:r w:rsidRPr="00BC2E74">
              <w:rPr>
                <w:rFonts w:ascii="Corbel" w:hAnsi="Corbel"/>
                <w:b w:val="0"/>
                <w:smallCaps w:val="0"/>
                <w:szCs w:val="24"/>
              </w:rPr>
              <w:t>, Chorzów 2008.</w:t>
            </w:r>
          </w:p>
          <w:p w14:paraId="66E89319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Lecourt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czyli jak wykorzystać siłę dźwięków,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Chorzów 2008.</w:t>
            </w:r>
          </w:p>
          <w:p w14:paraId="036003D2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Muzykoterapia.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Muzyka w medycynie i edukacji,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Leszno 2002.</w:t>
            </w:r>
          </w:p>
          <w:p w14:paraId="157F4BAF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Natanson T.,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nauki o muzykoterapii,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1997.</w:t>
            </w:r>
          </w:p>
          <w:p w14:paraId="4F873B7C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Natanson.T</w:t>
            </w:r>
            <w:proofErr w:type="spellEnd"/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Programowanie muzyki terapeutycznej. Zarys podstaw teoretycznych,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1992.</w:t>
            </w:r>
          </w:p>
          <w:p w14:paraId="1201E5C2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Raszewska M., Kuleczka W.,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Muzyka otwiera nam świat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Gdańska 2009</w:t>
            </w:r>
          </w:p>
          <w:p w14:paraId="6DD7F18E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Stadnicka J.,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dzieci muzyką, ruchem i mową,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1998.</w:t>
            </w:r>
          </w:p>
          <w:p w14:paraId="105AC9A1" w14:textId="77777777" w:rsidR="007C2B95" w:rsidRPr="00BC2E74" w:rsidRDefault="007C2B95" w:rsidP="0048378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M., </w:t>
            </w:r>
            <w:r w:rsidRPr="00BC2E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Muzyczna zabawa,</w:t>
            </w:r>
            <w:r w:rsidRPr="00BC2E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2008.</w:t>
            </w:r>
          </w:p>
        </w:tc>
      </w:tr>
    </w:tbl>
    <w:p w14:paraId="41FEDF82" w14:textId="77777777" w:rsidR="0085747A" w:rsidRPr="00BC2E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D1591D" w14:textId="77777777" w:rsidR="0085747A" w:rsidRPr="00BC2E7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C2E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54940A" w14:textId="77777777" w:rsidR="009A1013" w:rsidRPr="00BC2E74" w:rsidRDefault="009A1013" w:rsidP="004837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009B2" w14:textId="77777777" w:rsidR="00D2547E" w:rsidRPr="00BC2E74" w:rsidRDefault="00D2547E" w:rsidP="009A101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D2547E" w:rsidRPr="00BC2E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08C48" w14:textId="77777777" w:rsidR="004C0212" w:rsidRDefault="004C0212" w:rsidP="00C16ABF">
      <w:pPr>
        <w:spacing w:after="0" w:line="240" w:lineRule="auto"/>
      </w:pPr>
      <w:r>
        <w:separator/>
      </w:r>
    </w:p>
  </w:endnote>
  <w:endnote w:type="continuationSeparator" w:id="0">
    <w:p w14:paraId="05BB107D" w14:textId="77777777" w:rsidR="004C0212" w:rsidRDefault="004C02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E0BC1" w14:textId="77777777" w:rsidR="004C0212" w:rsidRDefault="004C0212" w:rsidP="00C16ABF">
      <w:pPr>
        <w:spacing w:after="0" w:line="240" w:lineRule="auto"/>
      </w:pPr>
      <w:r>
        <w:separator/>
      </w:r>
    </w:p>
  </w:footnote>
  <w:footnote w:type="continuationSeparator" w:id="0">
    <w:p w14:paraId="2C992ED0" w14:textId="77777777" w:rsidR="004C0212" w:rsidRDefault="004C0212" w:rsidP="00C16ABF">
      <w:pPr>
        <w:spacing w:after="0" w:line="240" w:lineRule="auto"/>
      </w:pPr>
      <w:r>
        <w:continuationSeparator/>
      </w:r>
    </w:p>
  </w:footnote>
  <w:footnote w:id="1">
    <w:p w14:paraId="43DC7C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622FE"/>
    <w:multiLevelType w:val="hybridMultilevel"/>
    <w:tmpl w:val="F236B42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E1880"/>
    <w:multiLevelType w:val="hybridMultilevel"/>
    <w:tmpl w:val="2DAEB4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A173B"/>
    <w:multiLevelType w:val="hybridMultilevel"/>
    <w:tmpl w:val="B8F4F6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33CD4"/>
    <w:multiLevelType w:val="hybridMultilevel"/>
    <w:tmpl w:val="9CBEC05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763267">
    <w:abstractNumId w:val="0"/>
  </w:num>
  <w:num w:numId="2" w16cid:durableId="1518498480">
    <w:abstractNumId w:val="3"/>
  </w:num>
  <w:num w:numId="3" w16cid:durableId="1080562963">
    <w:abstractNumId w:val="2"/>
  </w:num>
  <w:num w:numId="4" w16cid:durableId="121577559">
    <w:abstractNumId w:val="6"/>
  </w:num>
  <w:num w:numId="5" w16cid:durableId="1142191548">
    <w:abstractNumId w:val="1"/>
  </w:num>
  <w:num w:numId="6" w16cid:durableId="1194148119">
    <w:abstractNumId w:val="5"/>
  </w:num>
  <w:num w:numId="7" w16cid:durableId="143956767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B7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9E"/>
    <w:rsid w:val="00123F3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DF8"/>
    <w:rsid w:val="001A70D2"/>
    <w:rsid w:val="001D657B"/>
    <w:rsid w:val="001D7B54"/>
    <w:rsid w:val="001E0209"/>
    <w:rsid w:val="001F2CA2"/>
    <w:rsid w:val="002027C4"/>
    <w:rsid w:val="002144C0"/>
    <w:rsid w:val="00223C20"/>
    <w:rsid w:val="0022477D"/>
    <w:rsid w:val="002278A9"/>
    <w:rsid w:val="002336F9"/>
    <w:rsid w:val="0024028F"/>
    <w:rsid w:val="00244ABC"/>
    <w:rsid w:val="002505AA"/>
    <w:rsid w:val="002668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C09"/>
    <w:rsid w:val="00346FE9"/>
    <w:rsid w:val="0034759A"/>
    <w:rsid w:val="003503F6"/>
    <w:rsid w:val="00353011"/>
    <w:rsid w:val="003530DD"/>
    <w:rsid w:val="00363F78"/>
    <w:rsid w:val="003A0A5B"/>
    <w:rsid w:val="003A1176"/>
    <w:rsid w:val="003A477A"/>
    <w:rsid w:val="003B0036"/>
    <w:rsid w:val="003C0BAE"/>
    <w:rsid w:val="003D18A9"/>
    <w:rsid w:val="003D6026"/>
    <w:rsid w:val="003D67D5"/>
    <w:rsid w:val="003D6CE2"/>
    <w:rsid w:val="003E0D8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C98"/>
    <w:rsid w:val="00461EFC"/>
    <w:rsid w:val="004652C2"/>
    <w:rsid w:val="004706D1"/>
    <w:rsid w:val="00471326"/>
    <w:rsid w:val="0047598D"/>
    <w:rsid w:val="00483787"/>
    <w:rsid w:val="004840FD"/>
    <w:rsid w:val="00490F7D"/>
    <w:rsid w:val="00491678"/>
    <w:rsid w:val="004968E2"/>
    <w:rsid w:val="004A3EEA"/>
    <w:rsid w:val="004A4D1F"/>
    <w:rsid w:val="004C0212"/>
    <w:rsid w:val="004D5282"/>
    <w:rsid w:val="004F1551"/>
    <w:rsid w:val="004F55A3"/>
    <w:rsid w:val="0050496F"/>
    <w:rsid w:val="00513B6F"/>
    <w:rsid w:val="00517C63"/>
    <w:rsid w:val="00532910"/>
    <w:rsid w:val="00535DFB"/>
    <w:rsid w:val="005363C4"/>
    <w:rsid w:val="00536BDE"/>
    <w:rsid w:val="00543ACC"/>
    <w:rsid w:val="0056696D"/>
    <w:rsid w:val="00583E6D"/>
    <w:rsid w:val="0059484D"/>
    <w:rsid w:val="005A0855"/>
    <w:rsid w:val="005A3196"/>
    <w:rsid w:val="005A7DB6"/>
    <w:rsid w:val="005C080F"/>
    <w:rsid w:val="005C55E5"/>
    <w:rsid w:val="005C696A"/>
    <w:rsid w:val="005E6E85"/>
    <w:rsid w:val="005F31D2"/>
    <w:rsid w:val="00602915"/>
    <w:rsid w:val="0061029B"/>
    <w:rsid w:val="00617230"/>
    <w:rsid w:val="00621CE1"/>
    <w:rsid w:val="00627FC9"/>
    <w:rsid w:val="00647FA8"/>
    <w:rsid w:val="00650C5F"/>
    <w:rsid w:val="00654934"/>
    <w:rsid w:val="006620D9"/>
    <w:rsid w:val="00670BC9"/>
    <w:rsid w:val="00671958"/>
    <w:rsid w:val="00675843"/>
    <w:rsid w:val="00694C8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AA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6D3A"/>
    <w:rsid w:val="007B7FDF"/>
    <w:rsid w:val="007C2B95"/>
    <w:rsid w:val="007C3299"/>
    <w:rsid w:val="007C3BCC"/>
    <w:rsid w:val="007C4546"/>
    <w:rsid w:val="007D485E"/>
    <w:rsid w:val="007D6E56"/>
    <w:rsid w:val="007F4155"/>
    <w:rsid w:val="00813785"/>
    <w:rsid w:val="0081554D"/>
    <w:rsid w:val="0081707E"/>
    <w:rsid w:val="008339EB"/>
    <w:rsid w:val="0083771E"/>
    <w:rsid w:val="008449B3"/>
    <w:rsid w:val="008552A2"/>
    <w:rsid w:val="0085747A"/>
    <w:rsid w:val="00884922"/>
    <w:rsid w:val="00885F64"/>
    <w:rsid w:val="008917F9"/>
    <w:rsid w:val="008A45F7"/>
    <w:rsid w:val="008A54B5"/>
    <w:rsid w:val="008A6CFE"/>
    <w:rsid w:val="008C0CC0"/>
    <w:rsid w:val="008C19A9"/>
    <w:rsid w:val="008C379D"/>
    <w:rsid w:val="008C5147"/>
    <w:rsid w:val="008C5359"/>
    <w:rsid w:val="008C5363"/>
    <w:rsid w:val="008D327E"/>
    <w:rsid w:val="008D3DFB"/>
    <w:rsid w:val="008E4867"/>
    <w:rsid w:val="008E5A94"/>
    <w:rsid w:val="008E64F4"/>
    <w:rsid w:val="008F12C9"/>
    <w:rsid w:val="008F6E29"/>
    <w:rsid w:val="00912113"/>
    <w:rsid w:val="009141FB"/>
    <w:rsid w:val="00916188"/>
    <w:rsid w:val="00923D7D"/>
    <w:rsid w:val="009508DF"/>
    <w:rsid w:val="00950DAC"/>
    <w:rsid w:val="00954A07"/>
    <w:rsid w:val="00995091"/>
    <w:rsid w:val="00997F14"/>
    <w:rsid w:val="009A1013"/>
    <w:rsid w:val="009A1F18"/>
    <w:rsid w:val="009A78D9"/>
    <w:rsid w:val="009C3E31"/>
    <w:rsid w:val="009C54AE"/>
    <w:rsid w:val="009C788E"/>
    <w:rsid w:val="009C7DFD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672"/>
    <w:rsid w:val="00A84C85"/>
    <w:rsid w:val="00A97DE1"/>
    <w:rsid w:val="00AB053C"/>
    <w:rsid w:val="00AC4271"/>
    <w:rsid w:val="00AD111C"/>
    <w:rsid w:val="00AD1146"/>
    <w:rsid w:val="00AD27D3"/>
    <w:rsid w:val="00AD66D6"/>
    <w:rsid w:val="00AE1160"/>
    <w:rsid w:val="00AE203C"/>
    <w:rsid w:val="00AE2E74"/>
    <w:rsid w:val="00AE3A84"/>
    <w:rsid w:val="00AE5FCB"/>
    <w:rsid w:val="00AF2C1E"/>
    <w:rsid w:val="00B06142"/>
    <w:rsid w:val="00B135B1"/>
    <w:rsid w:val="00B3130B"/>
    <w:rsid w:val="00B3457B"/>
    <w:rsid w:val="00B40ADB"/>
    <w:rsid w:val="00B43B77"/>
    <w:rsid w:val="00B43E80"/>
    <w:rsid w:val="00B607DB"/>
    <w:rsid w:val="00B62D7B"/>
    <w:rsid w:val="00B66529"/>
    <w:rsid w:val="00B67009"/>
    <w:rsid w:val="00B75946"/>
    <w:rsid w:val="00B75CE6"/>
    <w:rsid w:val="00B8056E"/>
    <w:rsid w:val="00B819C8"/>
    <w:rsid w:val="00B82308"/>
    <w:rsid w:val="00B90885"/>
    <w:rsid w:val="00B96D60"/>
    <w:rsid w:val="00B96E38"/>
    <w:rsid w:val="00BB520A"/>
    <w:rsid w:val="00BC2E74"/>
    <w:rsid w:val="00BD3869"/>
    <w:rsid w:val="00BD66E9"/>
    <w:rsid w:val="00BD6FF4"/>
    <w:rsid w:val="00BE129D"/>
    <w:rsid w:val="00BE5B8C"/>
    <w:rsid w:val="00BF2C41"/>
    <w:rsid w:val="00C058B4"/>
    <w:rsid w:val="00C05F44"/>
    <w:rsid w:val="00C11809"/>
    <w:rsid w:val="00C131B5"/>
    <w:rsid w:val="00C16ABF"/>
    <w:rsid w:val="00C170AE"/>
    <w:rsid w:val="00C221F8"/>
    <w:rsid w:val="00C26CB7"/>
    <w:rsid w:val="00C324C1"/>
    <w:rsid w:val="00C36992"/>
    <w:rsid w:val="00C44462"/>
    <w:rsid w:val="00C56036"/>
    <w:rsid w:val="00C61DC5"/>
    <w:rsid w:val="00C6371B"/>
    <w:rsid w:val="00C64ABD"/>
    <w:rsid w:val="00C66597"/>
    <w:rsid w:val="00C67E92"/>
    <w:rsid w:val="00C70A26"/>
    <w:rsid w:val="00C766DF"/>
    <w:rsid w:val="00C93F54"/>
    <w:rsid w:val="00C94B98"/>
    <w:rsid w:val="00CA2B96"/>
    <w:rsid w:val="00CA5089"/>
    <w:rsid w:val="00CD6897"/>
    <w:rsid w:val="00CE4FCD"/>
    <w:rsid w:val="00CE5BAC"/>
    <w:rsid w:val="00CF25BE"/>
    <w:rsid w:val="00CF428B"/>
    <w:rsid w:val="00CF78ED"/>
    <w:rsid w:val="00D02B25"/>
    <w:rsid w:val="00D02EBA"/>
    <w:rsid w:val="00D03977"/>
    <w:rsid w:val="00D12590"/>
    <w:rsid w:val="00D17C3C"/>
    <w:rsid w:val="00D24687"/>
    <w:rsid w:val="00D2547E"/>
    <w:rsid w:val="00D26B2C"/>
    <w:rsid w:val="00D279CF"/>
    <w:rsid w:val="00D352C9"/>
    <w:rsid w:val="00D42282"/>
    <w:rsid w:val="00D425B2"/>
    <w:rsid w:val="00D428D6"/>
    <w:rsid w:val="00D4421F"/>
    <w:rsid w:val="00D552B2"/>
    <w:rsid w:val="00D608D1"/>
    <w:rsid w:val="00D74119"/>
    <w:rsid w:val="00D8075B"/>
    <w:rsid w:val="00D8678B"/>
    <w:rsid w:val="00D90062"/>
    <w:rsid w:val="00D9152C"/>
    <w:rsid w:val="00DA2114"/>
    <w:rsid w:val="00DE09C0"/>
    <w:rsid w:val="00DE4A14"/>
    <w:rsid w:val="00DF293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B21"/>
    <w:rsid w:val="00FC1C25"/>
    <w:rsid w:val="00FC3F45"/>
    <w:rsid w:val="00FD503F"/>
    <w:rsid w:val="00FD555A"/>
    <w:rsid w:val="00FD7589"/>
    <w:rsid w:val="00FE3A9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63A4"/>
  <w15:docId w15:val="{DFE759FE-EA74-4918-92BA-0DA82E209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6E3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96E38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48480-F2AB-4A17-9A03-624D412EE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4</cp:revision>
  <cp:lastPrinted>2019-02-06T12:12:00Z</cp:lastPrinted>
  <dcterms:created xsi:type="dcterms:W3CDTF">2025-01-27T12:09:00Z</dcterms:created>
  <dcterms:modified xsi:type="dcterms:W3CDTF">2025-02-04T18:15:00Z</dcterms:modified>
</cp:coreProperties>
</file>